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4726B" w14:textId="5CFEEF92" w:rsidR="00A869AA" w:rsidRPr="00B824DE" w:rsidRDefault="00A869AA" w:rsidP="009F7AE6">
      <w:pPr>
        <w:pStyle w:val="PHETTitle"/>
        <w:rPr>
          <w:b w:val="0"/>
        </w:rPr>
      </w:pPr>
      <w:bookmarkStart w:id="0" w:name="_GoBack"/>
      <w:bookmarkEnd w:id="0"/>
      <w:r>
        <w:t>BUILD AN ATOM</w:t>
      </w:r>
    </w:p>
    <w:p w14:paraId="6FA2BC48" w14:textId="77777777" w:rsidR="007B3BE6" w:rsidRDefault="007B3BE6" w:rsidP="003B5451">
      <w:pPr>
        <w:tabs>
          <w:tab w:val="left" w:pos="360"/>
        </w:tabs>
        <w:ind w:left="450"/>
        <w:rPr>
          <w:rFonts w:asciiTheme="majorHAnsi" w:hAnsiTheme="majorHAnsi" w:cs="Arial"/>
          <w:b/>
          <w:sz w:val="28"/>
          <w:szCs w:val="28"/>
        </w:rPr>
      </w:pPr>
    </w:p>
    <w:p w14:paraId="75D8A444" w14:textId="745096C8" w:rsidR="003B5451" w:rsidRDefault="003B5451" w:rsidP="003B5451">
      <w:pPr>
        <w:tabs>
          <w:tab w:val="left" w:pos="360"/>
        </w:tabs>
        <w:ind w:left="450"/>
        <w:rPr>
          <w:rFonts w:asciiTheme="majorHAnsi" w:hAnsiTheme="majorHAnsi" w:cs="Arial"/>
          <w:b/>
          <w:sz w:val="28"/>
          <w:szCs w:val="28"/>
        </w:rPr>
      </w:pPr>
      <w:r w:rsidRPr="006838C4">
        <w:rPr>
          <w:rFonts w:asciiTheme="majorHAnsi" w:hAnsiTheme="majorHAnsi" w:cs="Arial"/>
          <w:b/>
          <w:sz w:val="28"/>
          <w:szCs w:val="28"/>
        </w:rPr>
        <w:t>P</w:t>
      </w:r>
      <w:r>
        <w:rPr>
          <w:rFonts w:asciiTheme="majorHAnsi" w:hAnsiTheme="majorHAnsi" w:cs="Arial"/>
          <w:b/>
          <w:sz w:val="28"/>
          <w:szCs w:val="28"/>
        </w:rPr>
        <w:t>ART</w:t>
      </w:r>
      <w:r w:rsidRPr="006838C4">
        <w:rPr>
          <w:rFonts w:asciiTheme="majorHAnsi" w:hAnsiTheme="majorHAnsi" w:cs="Arial"/>
          <w:b/>
          <w:sz w:val="28"/>
          <w:szCs w:val="28"/>
        </w:rPr>
        <w:t xml:space="preserve"> I: A</w:t>
      </w:r>
      <w:r w:rsidR="007B3BE6">
        <w:rPr>
          <w:rFonts w:asciiTheme="majorHAnsi" w:hAnsiTheme="majorHAnsi" w:cs="Arial"/>
          <w:b/>
          <w:sz w:val="28"/>
          <w:szCs w:val="28"/>
        </w:rPr>
        <w:t>TOM</w:t>
      </w:r>
      <w:r w:rsidRPr="006838C4">
        <w:rPr>
          <w:rFonts w:asciiTheme="majorHAnsi" w:hAnsiTheme="majorHAnsi" w:cs="Arial"/>
          <w:b/>
          <w:sz w:val="28"/>
          <w:szCs w:val="28"/>
        </w:rPr>
        <w:t xml:space="preserve"> </w:t>
      </w:r>
      <w:r>
        <w:rPr>
          <w:rFonts w:asciiTheme="majorHAnsi" w:hAnsiTheme="majorHAnsi" w:cs="Arial"/>
          <w:b/>
          <w:sz w:val="28"/>
          <w:szCs w:val="28"/>
        </w:rPr>
        <w:t>SCREEN</w:t>
      </w:r>
      <w:r w:rsidRPr="006838C4">
        <w:rPr>
          <w:rFonts w:asciiTheme="majorHAnsi" w:hAnsiTheme="majorHAnsi" w:cs="Arial"/>
          <w:b/>
          <w:sz w:val="28"/>
          <w:szCs w:val="28"/>
        </w:rPr>
        <w:t xml:space="preserve"> </w:t>
      </w:r>
    </w:p>
    <w:p w14:paraId="511E05F3" w14:textId="45C3E0FD" w:rsidR="007B3BE6" w:rsidRPr="007B3BE6" w:rsidRDefault="007B3BE6" w:rsidP="007B3BE6">
      <w:pPr>
        <w:pStyle w:val="Question"/>
        <w:ind w:firstLine="450"/>
        <w:rPr>
          <w:rFonts w:asciiTheme="minorHAnsi" w:hAnsiTheme="minorHAnsi" w:cs="Arial"/>
        </w:rPr>
      </w:pPr>
      <w:r w:rsidRPr="007B3BE6">
        <w:rPr>
          <w:rFonts w:asciiTheme="minorHAnsi" w:hAnsiTheme="minorHAnsi" w:cs="Arial"/>
          <w:i/>
        </w:rPr>
        <w:t>Build an Atom simulation</w:t>
      </w:r>
      <w:r>
        <w:rPr>
          <w:rFonts w:asciiTheme="minorHAnsi" w:hAnsiTheme="minorHAnsi" w:cs="Arial"/>
        </w:rPr>
        <w:t xml:space="preserve"> (</w:t>
      </w:r>
      <w:hyperlink r:id="rId8" w:history="1">
        <w:r w:rsidRPr="00B7582C">
          <w:rPr>
            <w:rStyle w:val="Hyperlink"/>
            <w:rFonts w:asciiTheme="minorHAnsi" w:hAnsiTheme="minorHAnsi" w:cs="Arial"/>
          </w:rPr>
          <w:t>http://phet.colorado.edu/en/simulation/build-an-atom</w:t>
        </w:r>
      </w:hyperlink>
      <w:r w:rsidRPr="00B7582C">
        <w:rPr>
          <w:rFonts w:asciiTheme="minorHAnsi" w:hAnsiTheme="minorHAnsi" w:cs="Arial"/>
        </w:rPr>
        <w:t>)</w:t>
      </w:r>
    </w:p>
    <w:p w14:paraId="5335347F" w14:textId="77777777" w:rsidR="005D0175" w:rsidRPr="00CB46F7" w:rsidRDefault="005D0175" w:rsidP="005D0175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14:paraId="3B2BDE2E" w14:textId="15DA68B1" w:rsidR="005D0175" w:rsidRDefault="005D0175" w:rsidP="00B56CC0">
      <w:pPr>
        <w:pStyle w:val="PHETNumberBody"/>
        <w:numPr>
          <w:ilvl w:val="0"/>
          <w:numId w:val="27"/>
        </w:numPr>
        <w:ind w:left="450" w:hanging="450"/>
      </w:pPr>
      <w:r w:rsidRPr="00CB46F7">
        <w:t xml:space="preserve">Explore the </w:t>
      </w:r>
      <w:r w:rsidRPr="0065398B">
        <w:rPr>
          <w:b/>
          <w:i/>
        </w:rPr>
        <w:t>Build an Atom</w:t>
      </w:r>
      <w:r w:rsidRPr="00CB46F7">
        <w:t xml:space="preserve"> simulation with your </w:t>
      </w:r>
      <w:r w:rsidR="003B5C0F">
        <w:t>group</w:t>
      </w:r>
      <w:r w:rsidRPr="00CB46F7">
        <w:t>. As you explore, talk about what you find.</w:t>
      </w:r>
    </w:p>
    <w:p w14:paraId="1902F31C" w14:textId="77777777" w:rsidR="00393BB0" w:rsidRPr="00CB46F7" w:rsidRDefault="00393BB0" w:rsidP="00B824DE">
      <w:pPr>
        <w:pStyle w:val="Header"/>
        <w:tabs>
          <w:tab w:val="clear" w:pos="4320"/>
          <w:tab w:val="clear" w:pos="8640"/>
        </w:tabs>
        <w:ind w:left="540"/>
        <w:rPr>
          <w:rFonts w:ascii="Arial" w:hAnsi="Arial" w:cs="Arial"/>
        </w:rPr>
      </w:pPr>
    </w:p>
    <w:p w14:paraId="1CF74FB9" w14:textId="77777777" w:rsidR="005D0175" w:rsidRPr="00CB46F7" w:rsidRDefault="005D0175" w:rsidP="00B56CC0">
      <w:pPr>
        <w:pStyle w:val="PHETNumberBody"/>
        <w:ind w:hanging="450"/>
      </w:pPr>
    </w:p>
    <w:p w14:paraId="56BA2AD9" w14:textId="77777777" w:rsidR="005D0175" w:rsidRPr="00B824DE" w:rsidRDefault="00C45BF5" w:rsidP="00B824DE">
      <w:pPr>
        <w:numPr>
          <w:ilvl w:val="1"/>
          <w:numId w:val="4"/>
        </w:numPr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>List two things your</w:t>
      </w:r>
      <w:r w:rsidR="005D0175" w:rsidRPr="00B824DE">
        <w:rPr>
          <w:rFonts w:asciiTheme="minorHAnsi" w:hAnsiTheme="minorHAnsi" w:cs="Arial"/>
        </w:rPr>
        <w:t xml:space="preserve"> group observed in the simulation.</w:t>
      </w:r>
    </w:p>
    <w:p w14:paraId="3F0A9AFA" w14:textId="77777777" w:rsidR="005D0175" w:rsidRPr="00B824DE" w:rsidRDefault="005D0175" w:rsidP="005D0175">
      <w:pPr>
        <w:tabs>
          <w:tab w:val="left" w:pos="630"/>
        </w:tabs>
        <w:ind w:left="540"/>
        <w:rPr>
          <w:rFonts w:asciiTheme="minorHAnsi" w:hAnsiTheme="minorHAnsi" w:cs="Arial"/>
        </w:rPr>
      </w:pPr>
    </w:p>
    <w:p w14:paraId="14E841FD" w14:textId="77777777" w:rsidR="005D0175" w:rsidRPr="00B824DE" w:rsidRDefault="005D0175" w:rsidP="005D0175">
      <w:pPr>
        <w:tabs>
          <w:tab w:val="left" w:pos="630"/>
        </w:tabs>
        <w:ind w:left="540"/>
        <w:rPr>
          <w:rFonts w:asciiTheme="minorHAnsi" w:hAnsiTheme="minorHAnsi" w:cs="Arial"/>
        </w:rPr>
      </w:pPr>
    </w:p>
    <w:p w14:paraId="2D38403B" w14:textId="77777777" w:rsidR="005D0175" w:rsidRPr="00B824DE" w:rsidRDefault="005D0175" w:rsidP="00B824DE">
      <w:pPr>
        <w:numPr>
          <w:ilvl w:val="1"/>
          <w:numId w:val="4"/>
        </w:numPr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>What particle</w:t>
      </w:r>
      <w:r w:rsidR="00C45BF5" w:rsidRPr="00B824DE">
        <w:rPr>
          <w:rFonts w:asciiTheme="minorHAnsi" w:hAnsiTheme="minorHAnsi" w:cs="Arial"/>
        </w:rPr>
        <w:t>(</w:t>
      </w:r>
      <w:r w:rsidRPr="00B824DE">
        <w:rPr>
          <w:rFonts w:asciiTheme="minorHAnsi" w:hAnsiTheme="minorHAnsi" w:cs="Arial"/>
        </w:rPr>
        <w:t>s</w:t>
      </w:r>
      <w:r w:rsidR="00C45BF5" w:rsidRPr="00B824DE">
        <w:rPr>
          <w:rFonts w:asciiTheme="minorHAnsi" w:hAnsiTheme="minorHAnsi" w:cs="Arial"/>
        </w:rPr>
        <w:t xml:space="preserve">) are found </w:t>
      </w:r>
      <w:r w:rsidRPr="00B824DE">
        <w:rPr>
          <w:rFonts w:asciiTheme="minorHAnsi" w:hAnsiTheme="minorHAnsi" w:cs="Arial"/>
        </w:rPr>
        <w:t xml:space="preserve">in the center of the atom?  </w:t>
      </w:r>
    </w:p>
    <w:p w14:paraId="0698F49F" w14:textId="7A221415" w:rsidR="00637EC9" w:rsidRPr="00CB46F7" w:rsidRDefault="005D0175" w:rsidP="00A71F27">
      <w:pPr>
        <w:tabs>
          <w:tab w:val="left" w:pos="630"/>
        </w:tabs>
        <w:rPr>
          <w:rFonts w:ascii="Arial" w:hAnsi="Arial" w:cs="Arial"/>
        </w:rPr>
      </w:pPr>
      <w:r w:rsidRPr="00CB46F7">
        <w:rPr>
          <w:rFonts w:ascii="Arial" w:hAnsi="Arial" w:cs="Arial"/>
        </w:rPr>
        <w:t xml:space="preserve"> </w:t>
      </w:r>
    </w:p>
    <w:p w14:paraId="3B01C839" w14:textId="06947FA1" w:rsidR="00A71F27" w:rsidRDefault="005D0175" w:rsidP="00B56CC0">
      <w:pPr>
        <w:pStyle w:val="PHETNumberBody"/>
        <w:ind w:hanging="450"/>
      </w:pPr>
      <w:r w:rsidRPr="00CB46F7">
        <w:t xml:space="preserve">Play until you discover which </w:t>
      </w:r>
      <w:r w:rsidR="00C45BF5" w:rsidRPr="00CB46F7">
        <w:rPr>
          <w:b/>
        </w:rPr>
        <w:t>particle(s)</w:t>
      </w:r>
      <w:r w:rsidRPr="00CB46F7">
        <w:t xml:space="preserve"> determine</w:t>
      </w:r>
      <w:r w:rsidR="00C45BF5" w:rsidRPr="00CB46F7">
        <w:t>(</w:t>
      </w:r>
      <w:r w:rsidRPr="00CB46F7">
        <w:t>s</w:t>
      </w:r>
      <w:r w:rsidR="00C45BF5" w:rsidRPr="00CB46F7">
        <w:t>)</w:t>
      </w:r>
      <w:r w:rsidRPr="00CB46F7">
        <w:t xml:space="preserve"> the name of the </w:t>
      </w:r>
      <w:r w:rsidRPr="00CB46F7">
        <w:rPr>
          <w:b/>
        </w:rPr>
        <w:t>element</w:t>
      </w:r>
      <w:r w:rsidRPr="00CB46F7">
        <w:t xml:space="preserve"> you build. What did you discover? </w:t>
      </w:r>
    </w:p>
    <w:p w14:paraId="68EDB511" w14:textId="77777777" w:rsidR="008F4DF5" w:rsidRPr="008F4DF5" w:rsidRDefault="008F4DF5" w:rsidP="008F4DF5">
      <w:pPr>
        <w:tabs>
          <w:tab w:val="left" w:pos="720"/>
        </w:tabs>
        <w:rPr>
          <w:rFonts w:ascii="Arial" w:hAnsi="Arial" w:cs="Arial"/>
        </w:rPr>
      </w:pPr>
    </w:p>
    <w:p w14:paraId="286FB261" w14:textId="5DB9A098" w:rsidR="008F4DF5" w:rsidRDefault="008F4DF5" w:rsidP="00B56CC0">
      <w:pPr>
        <w:pStyle w:val="PHETNumberBody"/>
        <w:ind w:hanging="450"/>
      </w:pPr>
      <w:r>
        <w:t xml:space="preserve">What is the </w:t>
      </w:r>
      <w:r w:rsidRPr="00B824DE">
        <w:rPr>
          <w:b/>
        </w:rPr>
        <w:t>name</w:t>
      </w:r>
      <w:r>
        <w:t xml:space="preserve"> of the following atoms?</w:t>
      </w:r>
    </w:p>
    <w:p w14:paraId="3ECD1C0B" w14:textId="68696937" w:rsidR="008F4DF5" w:rsidRPr="00B824DE" w:rsidRDefault="008F4DF5" w:rsidP="00B824DE">
      <w:pPr>
        <w:pStyle w:val="ListParagraph"/>
        <w:numPr>
          <w:ilvl w:val="0"/>
          <w:numId w:val="28"/>
        </w:numPr>
        <w:tabs>
          <w:tab w:val="left" w:pos="720"/>
        </w:tabs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>An atom with 3 protons and 4 neutrons: _____________</w:t>
      </w:r>
    </w:p>
    <w:p w14:paraId="770C26D4" w14:textId="437CFC5A" w:rsidR="008F4DF5" w:rsidRPr="00B824DE" w:rsidRDefault="008F4DF5" w:rsidP="00B824DE">
      <w:pPr>
        <w:pStyle w:val="ListParagraph"/>
        <w:numPr>
          <w:ilvl w:val="0"/>
          <w:numId w:val="28"/>
        </w:numPr>
        <w:tabs>
          <w:tab w:val="left" w:pos="720"/>
        </w:tabs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>An atom with 2 protons and 4 neutrons: _____________</w:t>
      </w:r>
    </w:p>
    <w:p w14:paraId="738187BE" w14:textId="1058563E" w:rsidR="008F4DF5" w:rsidRPr="00B824DE" w:rsidRDefault="008F4DF5" w:rsidP="00B824DE">
      <w:pPr>
        <w:pStyle w:val="ListParagraph"/>
        <w:numPr>
          <w:ilvl w:val="0"/>
          <w:numId w:val="28"/>
        </w:numPr>
        <w:tabs>
          <w:tab w:val="left" w:pos="720"/>
        </w:tabs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>An atom with 4 protons and 4 neutrons: _____________</w:t>
      </w:r>
    </w:p>
    <w:p w14:paraId="337B4B0C" w14:textId="77777777" w:rsidR="008F4DF5" w:rsidRDefault="008F4DF5" w:rsidP="008F4DF5">
      <w:pPr>
        <w:tabs>
          <w:tab w:val="left" w:pos="720"/>
        </w:tabs>
        <w:rPr>
          <w:rFonts w:ascii="Arial" w:hAnsi="Arial" w:cs="Arial"/>
        </w:rPr>
      </w:pPr>
    </w:p>
    <w:p w14:paraId="4D99E1A8" w14:textId="08696FD4" w:rsidR="00393BB0" w:rsidRDefault="005D0175" w:rsidP="00B56CC0">
      <w:pPr>
        <w:pStyle w:val="PHETNumberBody"/>
        <w:ind w:hanging="450"/>
      </w:pPr>
      <w:r w:rsidRPr="00CB46F7">
        <w:t xml:space="preserve">Play </w:t>
      </w:r>
      <w:r w:rsidR="00A9189F">
        <w:t>with the simulation</w:t>
      </w:r>
      <w:r w:rsidRPr="00CB46F7">
        <w:t xml:space="preserve"> </w:t>
      </w:r>
      <w:r w:rsidR="00360B7B">
        <w:t>to</w:t>
      </w:r>
      <w:r w:rsidRPr="00CB46F7">
        <w:t xml:space="preserve"> discover </w:t>
      </w:r>
      <w:r w:rsidR="00D3387B">
        <w:t>which particles</w:t>
      </w:r>
      <w:r w:rsidR="00F7201E">
        <w:t xml:space="preserve"> </w:t>
      </w:r>
      <w:r w:rsidRPr="00CB46F7">
        <w:t xml:space="preserve">affect the </w:t>
      </w:r>
      <w:r w:rsidRPr="00CB46F7">
        <w:rPr>
          <w:b/>
        </w:rPr>
        <w:t>charge</w:t>
      </w:r>
      <w:r w:rsidRPr="00CB46F7">
        <w:t xml:space="preserve"> of </w:t>
      </w:r>
      <w:r w:rsidR="00F7201E">
        <w:t>an</w:t>
      </w:r>
      <w:r w:rsidR="00F7201E" w:rsidRPr="00CB46F7">
        <w:t xml:space="preserve"> </w:t>
      </w:r>
      <w:r w:rsidRPr="00CB46F7">
        <w:t>atom or ion.</w:t>
      </w:r>
      <w:r w:rsidR="00F7201E">
        <w:t xml:space="preserve">  </w:t>
      </w:r>
    </w:p>
    <w:p w14:paraId="57B47C99" w14:textId="4FF3D7C7" w:rsidR="00A9189F" w:rsidRPr="00B824DE" w:rsidRDefault="00A9189F" w:rsidP="00B824DE">
      <w:pPr>
        <w:pStyle w:val="ListParagraph"/>
        <w:numPr>
          <w:ilvl w:val="0"/>
          <w:numId w:val="29"/>
        </w:numPr>
        <w:ind w:left="810"/>
        <w:rPr>
          <w:rFonts w:asciiTheme="minorHAnsi" w:hAnsiTheme="minorHAnsi" w:cs="Arial"/>
          <w:szCs w:val="24"/>
        </w:rPr>
      </w:pPr>
      <w:r w:rsidRPr="00B824DE">
        <w:rPr>
          <w:rFonts w:asciiTheme="minorHAnsi" w:hAnsiTheme="minorHAnsi" w:cs="Arial"/>
          <w:szCs w:val="24"/>
        </w:rPr>
        <w:t xml:space="preserve">Fill in the blanks </w:t>
      </w:r>
      <w:r w:rsidR="00F7201E" w:rsidRPr="00B824DE">
        <w:rPr>
          <w:rFonts w:asciiTheme="minorHAnsi" w:hAnsiTheme="minorHAnsi" w:cs="Arial"/>
          <w:szCs w:val="24"/>
        </w:rPr>
        <w:t>below to show your results</w:t>
      </w:r>
      <w:r w:rsidR="00B77F9F">
        <w:rPr>
          <w:rFonts w:asciiTheme="minorHAnsi" w:hAnsiTheme="minorHAnsi" w:cs="Arial"/>
          <w:szCs w:val="24"/>
        </w:rPr>
        <w:t>:</w:t>
      </w:r>
    </w:p>
    <w:p w14:paraId="01A600C9" w14:textId="77777777" w:rsidR="00A9189F" w:rsidRPr="00B824DE" w:rsidRDefault="00A9189F" w:rsidP="00B824DE">
      <w:pPr>
        <w:ind w:left="720"/>
        <w:rPr>
          <w:rFonts w:asciiTheme="minorHAnsi" w:hAnsiTheme="minorHAnsi" w:cs="Arial"/>
          <w:szCs w:val="24"/>
        </w:rPr>
      </w:pPr>
    </w:p>
    <w:p w14:paraId="49C8C634" w14:textId="261C229C" w:rsidR="00A9189F" w:rsidRPr="00B824DE" w:rsidRDefault="00A9189F" w:rsidP="00B824DE">
      <w:pPr>
        <w:spacing w:line="480" w:lineRule="auto"/>
        <w:ind w:left="810"/>
        <w:rPr>
          <w:rFonts w:asciiTheme="minorHAnsi" w:hAnsiTheme="minorHAnsi" w:cs="Arial"/>
          <w:szCs w:val="24"/>
        </w:rPr>
      </w:pPr>
      <w:r w:rsidRPr="00B824DE">
        <w:rPr>
          <w:rFonts w:asciiTheme="minorHAnsi" w:hAnsiTheme="minorHAnsi" w:cs="Arial"/>
          <w:szCs w:val="24"/>
        </w:rPr>
        <w:t>Neutral atoms have</w:t>
      </w:r>
      <w:r w:rsidR="001978DA">
        <w:rPr>
          <w:rFonts w:asciiTheme="minorHAnsi" w:hAnsiTheme="minorHAnsi" w:cs="Arial"/>
          <w:szCs w:val="24"/>
        </w:rPr>
        <w:t xml:space="preserve">  </w:t>
      </w:r>
      <w:r w:rsidR="001978DA" w:rsidRPr="003D7097">
        <w:rPr>
          <w:rFonts w:asciiTheme="minorHAnsi" w:hAnsiTheme="minorHAnsi" w:cs="Arial"/>
          <w:szCs w:val="24"/>
          <w:u w:val="single"/>
        </w:rPr>
        <w:t xml:space="preserve">    </w:t>
      </w:r>
      <w:r w:rsidR="001978DA" w:rsidRPr="003D7097">
        <w:rPr>
          <w:rFonts w:ascii="Chalkboard" w:hAnsi="Chalkboard" w:cs="Apple Chancery"/>
          <w:szCs w:val="24"/>
          <w:u w:val="single"/>
        </w:rPr>
        <w:t>the same number of</w:t>
      </w:r>
      <w:r w:rsidR="001978DA" w:rsidRPr="003D7097">
        <w:rPr>
          <w:rFonts w:asciiTheme="minorHAnsi" w:hAnsiTheme="minorHAnsi" w:cs="Arial"/>
          <w:szCs w:val="24"/>
          <w:u w:val="single"/>
        </w:rPr>
        <w:t xml:space="preserve">     </w:t>
      </w:r>
      <w:r w:rsidRPr="00B824DE">
        <w:rPr>
          <w:rFonts w:asciiTheme="minorHAnsi" w:hAnsiTheme="minorHAnsi" w:cs="Arial"/>
          <w:szCs w:val="24"/>
        </w:rPr>
        <w:t>protons and electrons</w:t>
      </w:r>
      <w:r w:rsidR="00B77F9F">
        <w:rPr>
          <w:rFonts w:asciiTheme="minorHAnsi" w:hAnsiTheme="minorHAnsi" w:cs="Arial"/>
          <w:szCs w:val="24"/>
        </w:rPr>
        <w:t>.</w:t>
      </w:r>
    </w:p>
    <w:p w14:paraId="347145B9" w14:textId="52B0390B" w:rsidR="00A9189F" w:rsidRPr="00B824DE" w:rsidRDefault="00A9189F" w:rsidP="00B824DE">
      <w:pPr>
        <w:spacing w:line="480" w:lineRule="auto"/>
        <w:ind w:left="810"/>
        <w:rPr>
          <w:rFonts w:asciiTheme="minorHAnsi" w:hAnsiTheme="minorHAnsi" w:cs="Arial"/>
          <w:szCs w:val="24"/>
        </w:rPr>
      </w:pPr>
      <w:r w:rsidRPr="00B824DE">
        <w:rPr>
          <w:rFonts w:asciiTheme="minorHAnsi" w:hAnsiTheme="minorHAnsi" w:cs="Arial"/>
          <w:szCs w:val="24"/>
        </w:rPr>
        <w:t>Positive ions have</w:t>
      </w:r>
      <w:r w:rsidR="001978DA">
        <w:rPr>
          <w:rFonts w:asciiTheme="minorHAnsi" w:hAnsiTheme="minorHAnsi" w:cs="Arial"/>
          <w:szCs w:val="24"/>
        </w:rPr>
        <w:t xml:space="preserve"> </w:t>
      </w:r>
      <w:r w:rsidRPr="00B824DE">
        <w:rPr>
          <w:rFonts w:asciiTheme="minorHAnsi" w:hAnsiTheme="minorHAnsi" w:cs="Arial"/>
          <w:szCs w:val="24"/>
        </w:rPr>
        <w:t xml:space="preserve"> _________</w:t>
      </w:r>
      <w:r w:rsidR="00B77F9F">
        <w:rPr>
          <w:rFonts w:asciiTheme="minorHAnsi" w:hAnsiTheme="minorHAnsi" w:cs="Arial"/>
          <w:szCs w:val="24"/>
        </w:rPr>
        <w:t>____________</w:t>
      </w:r>
      <w:r w:rsidRPr="00B824DE">
        <w:rPr>
          <w:rFonts w:asciiTheme="minorHAnsi" w:hAnsiTheme="minorHAnsi" w:cs="Arial"/>
          <w:szCs w:val="24"/>
        </w:rPr>
        <w:t>_</w:t>
      </w:r>
      <w:r w:rsidR="00B77F9F">
        <w:rPr>
          <w:rFonts w:asciiTheme="minorHAnsi" w:hAnsiTheme="minorHAnsi" w:cs="Arial"/>
          <w:szCs w:val="24"/>
        </w:rPr>
        <w:t>___</w:t>
      </w:r>
      <w:r w:rsidR="001978DA">
        <w:rPr>
          <w:rFonts w:asciiTheme="minorHAnsi" w:hAnsiTheme="minorHAnsi" w:cs="Arial"/>
          <w:szCs w:val="24"/>
        </w:rPr>
        <w:t>____</w:t>
      </w:r>
      <w:r w:rsidR="00B77F9F">
        <w:rPr>
          <w:rFonts w:asciiTheme="minorHAnsi" w:hAnsiTheme="minorHAnsi" w:cs="Arial"/>
          <w:szCs w:val="24"/>
        </w:rPr>
        <w:t>_</w:t>
      </w:r>
      <w:r w:rsidRPr="00B824DE">
        <w:rPr>
          <w:rFonts w:asciiTheme="minorHAnsi" w:hAnsiTheme="minorHAnsi" w:cs="Arial"/>
          <w:szCs w:val="24"/>
        </w:rPr>
        <w:t>__ protons than electrons</w:t>
      </w:r>
      <w:r w:rsidR="00B77F9F">
        <w:rPr>
          <w:rFonts w:asciiTheme="minorHAnsi" w:hAnsiTheme="minorHAnsi" w:cs="Arial"/>
          <w:szCs w:val="24"/>
        </w:rPr>
        <w:t>.</w:t>
      </w:r>
    </w:p>
    <w:p w14:paraId="788C8DCA" w14:textId="4D8934AF" w:rsidR="00A9189F" w:rsidRPr="00B824DE" w:rsidRDefault="00A9189F" w:rsidP="00B824DE">
      <w:pPr>
        <w:spacing w:line="480" w:lineRule="auto"/>
        <w:ind w:left="810"/>
        <w:rPr>
          <w:rFonts w:asciiTheme="minorHAnsi" w:hAnsiTheme="minorHAnsi" w:cs="Arial"/>
          <w:szCs w:val="24"/>
        </w:rPr>
      </w:pPr>
      <w:r w:rsidRPr="00B824DE">
        <w:rPr>
          <w:rFonts w:asciiTheme="minorHAnsi" w:hAnsiTheme="minorHAnsi" w:cs="Arial"/>
          <w:szCs w:val="24"/>
        </w:rPr>
        <w:t xml:space="preserve">Negative ions have </w:t>
      </w:r>
      <w:r w:rsidR="001978DA">
        <w:rPr>
          <w:rFonts w:asciiTheme="minorHAnsi" w:hAnsiTheme="minorHAnsi" w:cs="Arial"/>
          <w:szCs w:val="24"/>
        </w:rPr>
        <w:t xml:space="preserve"> </w:t>
      </w:r>
      <w:r w:rsidRPr="00B824DE">
        <w:rPr>
          <w:rFonts w:asciiTheme="minorHAnsi" w:hAnsiTheme="minorHAnsi" w:cs="Arial"/>
          <w:szCs w:val="24"/>
        </w:rPr>
        <w:t>__________</w:t>
      </w:r>
      <w:r w:rsidR="00B77F9F">
        <w:rPr>
          <w:rFonts w:asciiTheme="minorHAnsi" w:hAnsiTheme="minorHAnsi" w:cs="Arial"/>
          <w:szCs w:val="24"/>
        </w:rPr>
        <w:t>____________</w:t>
      </w:r>
      <w:r w:rsidR="001978DA">
        <w:rPr>
          <w:rFonts w:asciiTheme="minorHAnsi" w:hAnsiTheme="minorHAnsi" w:cs="Arial"/>
          <w:szCs w:val="24"/>
        </w:rPr>
        <w:t>____</w:t>
      </w:r>
      <w:r w:rsidR="00B77F9F">
        <w:rPr>
          <w:rFonts w:asciiTheme="minorHAnsi" w:hAnsiTheme="minorHAnsi" w:cs="Arial"/>
          <w:szCs w:val="24"/>
        </w:rPr>
        <w:t>____</w:t>
      </w:r>
      <w:r w:rsidRPr="00B824DE">
        <w:rPr>
          <w:rFonts w:asciiTheme="minorHAnsi" w:hAnsiTheme="minorHAnsi" w:cs="Arial"/>
          <w:szCs w:val="24"/>
        </w:rPr>
        <w:t>_ protons than electrons</w:t>
      </w:r>
      <w:r w:rsidR="00B77F9F">
        <w:rPr>
          <w:rFonts w:asciiTheme="minorHAnsi" w:hAnsiTheme="minorHAnsi" w:cs="Arial"/>
          <w:szCs w:val="24"/>
        </w:rPr>
        <w:t>.</w:t>
      </w:r>
    </w:p>
    <w:p w14:paraId="2F383581" w14:textId="27C68822" w:rsidR="005D0175" w:rsidRDefault="001578B9" w:rsidP="00B824DE">
      <w:pPr>
        <w:pStyle w:val="Default"/>
        <w:numPr>
          <w:ilvl w:val="0"/>
          <w:numId w:val="29"/>
        </w:numPr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Develop a relationship</w:t>
      </w:r>
      <w:r w:rsidR="00CB46F7" w:rsidRPr="00B824DE">
        <w:rPr>
          <w:rFonts w:asciiTheme="minorHAnsi" w:hAnsiTheme="minorHAnsi"/>
        </w:rPr>
        <w:t xml:space="preserve"> (in the form of a single sentence or equation)</w:t>
      </w:r>
      <w:r w:rsidRPr="00B824DE">
        <w:rPr>
          <w:rFonts w:asciiTheme="minorHAnsi" w:hAnsiTheme="minorHAnsi"/>
        </w:rPr>
        <w:t xml:space="preserve"> that can predict the charge based on the number</w:t>
      </w:r>
      <w:r w:rsidR="00385EE2" w:rsidRPr="00B824DE">
        <w:rPr>
          <w:rFonts w:asciiTheme="minorHAnsi" w:hAnsiTheme="minorHAnsi"/>
        </w:rPr>
        <w:t xml:space="preserve"> and types</w:t>
      </w:r>
      <w:r w:rsidRPr="00B824DE">
        <w:rPr>
          <w:rFonts w:asciiTheme="minorHAnsi" w:hAnsiTheme="minorHAnsi"/>
        </w:rPr>
        <w:t xml:space="preserve"> of particle</w:t>
      </w:r>
      <w:r w:rsidR="00CB46F7" w:rsidRPr="00B824DE">
        <w:rPr>
          <w:rFonts w:asciiTheme="minorHAnsi" w:hAnsiTheme="minorHAnsi"/>
        </w:rPr>
        <w:t xml:space="preserve">.  </w:t>
      </w:r>
    </w:p>
    <w:p w14:paraId="1C6E6F36" w14:textId="77777777" w:rsidR="00B77F9F" w:rsidRDefault="00B77F9F" w:rsidP="00B824DE">
      <w:pPr>
        <w:pStyle w:val="Default"/>
        <w:rPr>
          <w:rFonts w:asciiTheme="minorHAnsi" w:hAnsiTheme="minorHAnsi"/>
        </w:rPr>
      </w:pPr>
    </w:p>
    <w:p w14:paraId="2BF62EFE" w14:textId="77777777" w:rsidR="00B77F9F" w:rsidRDefault="00B77F9F" w:rsidP="00B824DE">
      <w:pPr>
        <w:pStyle w:val="Default"/>
        <w:rPr>
          <w:rFonts w:asciiTheme="minorHAnsi" w:hAnsiTheme="minorHAnsi"/>
        </w:rPr>
      </w:pPr>
    </w:p>
    <w:p w14:paraId="1E758118" w14:textId="77777777" w:rsidR="00B77F9F" w:rsidRPr="00B824DE" w:rsidRDefault="00B77F9F" w:rsidP="00B824DE">
      <w:pPr>
        <w:pStyle w:val="Default"/>
        <w:rPr>
          <w:rFonts w:asciiTheme="minorHAnsi" w:hAnsiTheme="minorHAnsi"/>
        </w:rPr>
      </w:pPr>
    </w:p>
    <w:p w14:paraId="7D2BDF46" w14:textId="06614584" w:rsidR="00CB46F7" w:rsidRDefault="006F0164" w:rsidP="00B56CC0">
      <w:pPr>
        <w:pStyle w:val="PHETNumberBody"/>
        <w:ind w:hanging="450"/>
      </w:pPr>
      <w:r>
        <w:t>P</w:t>
      </w:r>
      <w:r w:rsidR="00FE7D06">
        <w:t>lay</w:t>
      </w:r>
      <w:r w:rsidR="005D0175" w:rsidRPr="00CB46F7">
        <w:t xml:space="preserve"> </w:t>
      </w:r>
      <w:r w:rsidR="00360B7B">
        <w:t>with the simulation to</w:t>
      </w:r>
      <w:r w:rsidR="005D0175" w:rsidRPr="00CB46F7">
        <w:t xml:space="preserve"> discover what affects the </w:t>
      </w:r>
      <w:r w:rsidR="005D0175" w:rsidRPr="00CB46F7">
        <w:rPr>
          <w:b/>
        </w:rPr>
        <w:t>mass</w:t>
      </w:r>
      <w:r w:rsidR="005D0175" w:rsidRPr="00CB46F7">
        <w:t xml:space="preserve"> </w:t>
      </w:r>
      <w:r w:rsidR="0001710F">
        <w:t xml:space="preserve">number </w:t>
      </w:r>
      <w:r w:rsidR="005D0175" w:rsidRPr="00CB46F7">
        <w:t>of your atom or ion.</w:t>
      </w:r>
    </w:p>
    <w:p w14:paraId="7D2C0643" w14:textId="77777777" w:rsidR="00A869AA" w:rsidRDefault="00A869AA" w:rsidP="00B824DE">
      <w:pPr>
        <w:pStyle w:val="PHETNumberBody"/>
        <w:numPr>
          <w:ilvl w:val="0"/>
          <w:numId w:val="0"/>
        </w:numPr>
        <w:ind w:left="450"/>
      </w:pPr>
    </w:p>
    <w:p w14:paraId="1CF93600" w14:textId="77777777" w:rsidR="00A869AA" w:rsidRDefault="005D0175" w:rsidP="00B824DE">
      <w:pPr>
        <w:pStyle w:val="ListParagraph"/>
        <w:numPr>
          <w:ilvl w:val="0"/>
          <w:numId w:val="30"/>
        </w:numPr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>What is a rule for determining the mass</w:t>
      </w:r>
      <w:r w:rsidR="001578B9" w:rsidRPr="00B824DE">
        <w:rPr>
          <w:rFonts w:asciiTheme="minorHAnsi" w:hAnsiTheme="minorHAnsi" w:cs="Arial"/>
        </w:rPr>
        <w:t xml:space="preserve"> </w:t>
      </w:r>
      <w:r w:rsidR="0001710F" w:rsidRPr="00B824DE">
        <w:rPr>
          <w:rFonts w:asciiTheme="minorHAnsi" w:hAnsiTheme="minorHAnsi" w:cs="Arial"/>
        </w:rPr>
        <w:t xml:space="preserve">number </w:t>
      </w:r>
      <w:r w:rsidR="001578B9" w:rsidRPr="00B824DE">
        <w:rPr>
          <w:rFonts w:asciiTheme="minorHAnsi" w:hAnsiTheme="minorHAnsi" w:cs="Arial"/>
        </w:rPr>
        <w:t>of an atom or ion</w:t>
      </w:r>
      <w:r w:rsidRPr="00B824DE">
        <w:rPr>
          <w:rFonts w:asciiTheme="minorHAnsi" w:hAnsiTheme="minorHAnsi" w:cs="Arial"/>
        </w:rPr>
        <w:t>?</w:t>
      </w:r>
    </w:p>
    <w:p w14:paraId="23B707AD" w14:textId="77777777" w:rsidR="001978DA" w:rsidRPr="00B824DE" w:rsidRDefault="001978DA" w:rsidP="003D7097">
      <w:pPr>
        <w:pStyle w:val="ListParagraph"/>
        <w:ind w:left="810"/>
        <w:rPr>
          <w:rFonts w:asciiTheme="minorHAnsi" w:hAnsiTheme="minorHAnsi" w:cs="Arial"/>
        </w:rPr>
      </w:pPr>
    </w:p>
    <w:p w14:paraId="0DFBC9BC" w14:textId="1F994E2E" w:rsidR="00A9189F" w:rsidRPr="00B824DE" w:rsidRDefault="005D0175" w:rsidP="00B824DE">
      <w:pPr>
        <w:pStyle w:val="ListParagraph"/>
        <w:ind w:left="630"/>
        <w:rPr>
          <w:rFonts w:ascii="Arial" w:hAnsi="Arial" w:cs="Arial"/>
        </w:rPr>
      </w:pPr>
      <w:r w:rsidRPr="00CB46F7">
        <w:rPr>
          <w:rFonts w:ascii="Arial" w:hAnsi="Arial" w:cs="Arial"/>
        </w:rPr>
        <w:t xml:space="preserve"> </w:t>
      </w:r>
    </w:p>
    <w:p w14:paraId="6DA774B0" w14:textId="77D8173E" w:rsidR="0065398B" w:rsidRDefault="00360B7B" w:rsidP="00B56CC0">
      <w:pPr>
        <w:pStyle w:val="PHETNumberBody"/>
        <w:ind w:hanging="450"/>
      </w:pPr>
      <w:r>
        <w:t xml:space="preserve">Practice applying your </w:t>
      </w:r>
      <w:r w:rsidR="00A9189F">
        <w:t xml:space="preserve">understanding by playing </w:t>
      </w:r>
      <w:r w:rsidR="001978DA">
        <w:t>1</w:t>
      </w:r>
      <w:r w:rsidR="001978DA" w:rsidRPr="003D7097">
        <w:rPr>
          <w:vertAlign w:val="superscript"/>
        </w:rPr>
        <w:t>st</w:t>
      </w:r>
      <w:r w:rsidR="001978DA">
        <w:t xml:space="preserve"> and 2</w:t>
      </w:r>
      <w:r w:rsidR="001978DA" w:rsidRPr="003D7097">
        <w:rPr>
          <w:vertAlign w:val="superscript"/>
        </w:rPr>
        <w:t>nd</w:t>
      </w:r>
      <w:r w:rsidR="001978DA">
        <w:t xml:space="preserve"> levels </w:t>
      </w:r>
      <w:r w:rsidR="00A9189F">
        <w:t xml:space="preserve">on the game </w:t>
      </w:r>
      <w:r w:rsidR="00EF69C6">
        <w:t>screen</w:t>
      </w:r>
      <w:r w:rsidR="00A9189F">
        <w:t xml:space="preserve">.  </w:t>
      </w:r>
    </w:p>
    <w:p w14:paraId="0813AC1F" w14:textId="77777777" w:rsidR="00906254" w:rsidRDefault="00906254" w:rsidP="00B824DE">
      <w:pPr>
        <w:pStyle w:val="PHETNumberBody"/>
        <w:numPr>
          <w:ilvl w:val="0"/>
          <w:numId w:val="0"/>
        </w:numPr>
        <w:ind w:left="450" w:hanging="360"/>
      </w:pPr>
    </w:p>
    <w:p w14:paraId="3CBC2C0E" w14:textId="4BA6C071" w:rsidR="007B3BE6" w:rsidRPr="00B824DE" w:rsidRDefault="007B3BE6" w:rsidP="007B3BE6">
      <w:pPr>
        <w:pStyle w:val="PHETHeading"/>
      </w:pPr>
      <w:r>
        <w:br w:type="column"/>
      </w:r>
      <w:r w:rsidRPr="006838C4">
        <w:lastRenderedPageBreak/>
        <w:t>P</w:t>
      </w:r>
      <w:r>
        <w:t>ART</w:t>
      </w:r>
      <w:r w:rsidRPr="006838C4">
        <w:t xml:space="preserve"> </w:t>
      </w:r>
      <w:r>
        <w:t>I</w:t>
      </w:r>
      <w:r w:rsidRPr="006838C4">
        <w:t xml:space="preserve">I: </w:t>
      </w:r>
      <w:r>
        <w:t>Symbol SCREEN</w:t>
      </w:r>
      <w:r w:rsidRPr="006838C4">
        <w:t xml:space="preserve"> </w:t>
      </w:r>
    </w:p>
    <w:p w14:paraId="5EF6065A" w14:textId="77777777" w:rsidR="00712984" w:rsidRPr="00906254" w:rsidRDefault="00712984" w:rsidP="003D7097">
      <w:pPr>
        <w:pStyle w:val="PHETNumberBody"/>
        <w:numPr>
          <w:ilvl w:val="0"/>
          <w:numId w:val="0"/>
        </w:numPr>
      </w:pPr>
    </w:p>
    <w:p w14:paraId="77DBE337" w14:textId="6F5B43B9" w:rsidR="002104C7" w:rsidRPr="00B824DE" w:rsidRDefault="00E0776F" w:rsidP="00B56CC0">
      <w:pPr>
        <w:pStyle w:val="PHETNumberBody"/>
        <w:ind w:hanging="450"/>
        <w:rPr>
          <w:rFonts w:ascii="Arial" w:hAnsi="Arial"/>
        </w:rPr>
      </w:pPr>
      <w:r w:rsidRPr="00B824DE">
        <w:t>Using</w:t>
      </w:r>
      <w:r w:rsidR="005D0175" w:rsidRPr="00261D10">
        <w:t xml:space="preserve"> the </w:t>
      </w:r>
      <w:r w:rsidR="005D0175" w:rsidRPr="00B824DE">
        <w:rPr>
          <w:i/>
        </w:rPr>
        <w:t>Symbol</w:t>
      </w:r>
      <w:r w:rsidR="005D0175" w:rsidRPr="00261D10">
        <w:t xml:space="preserve"> </w:t>
      </w:r>
      <w:r w:rsidRPr="00261D10">
        <w:t xml:space="preserve">readout box, </w:t>
      </w:r>
      <w:r w:rsidR="005D0175" w:rsidRPr="00261D10">
        <w:t xml:space="preserve">figure out </w:t>
      </w:r>
      <w:r w:rsidR="005D0175" w:rsidRPr="00B824DE">
        <w:rPr>
          <w:b/>
        </w:rPr>
        <w:t>which particles</w:t>
      </w:r>
      <w:r w:rsidR="005D0175" w:rsidRPr="00261D10">
        <w:t xml:space="preserve"> affect each</w:t>
      </w:r>
      <w:r w:rsidR="00B756BA" w:rsidRPr="00261D10">
        <w:t xml:space="preserve"> component</w:t>
      </w:r>
      <w:r w:rsidR="00BE6170" w:rsidRPr="00261D10">
        <w:t xml:space="preserve"> of the atomic symbol</w:t>
      </w:r>
      <w:r w:rsidR="00B756BA" w:rsidRPr="00261D10">
        <w:t>.</w:t>
      </w:r>
      <w:r w:rsidR="00DC4B82">
        <w:t xml:space="preserve"> </w:t>
      </w:r>
      <w:r w:rsidR="00B756BA" w:rsidRPr="00B824DE">
        <w:rPr>
          <w:rFonts w:ascii="Arial" w:hAnsi="Arial"/>
        </w:rPr>
        <w:t xml:space="preserve"> </w:t>
      </w:r>
    </w:p>
    <w:p w14:paraId="18C910D2" w14:textId="37362671" w:rsidR="00120B22" w:rsidRPr="00B824DE" w:rsidRDefault="00E0776F" w:rsidP="00B824DE">
      <w:pPr>
        <w:pStyle w:val="ListParagraph"/>
        <w:numPr>
          <w:ilvl w:val="0"/>
          <w:numId w:val="31"/>
        </w:numPr>
        <w:ind w:left="810"/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 xml:space="preserve">In the atomic symbol below, label </w:t>
      </w:r>
      <w:r w:rsidR="006A56A5" w:rsidRPr="00B824DE">
        <w:rPr>
          <w:rFonts w:asciiTheme="minorHAnsi" w:hAnsiTheme="minorHAnsi" w:cs="Arial"/>
        </w:rPr>
        <w:t xml:space="preserve">each letter </w:t>
      </w:r>
      <w:r w:rsidR="005D21BE" w:rsidRPr="00B824DE">
        <w:rPr>
          <w:rFonts w:asciiTheme="minorHAnsi" w:hAnsiTheme="minorHAnsi" w:cs="Arial"/>
        </w:rPr>
        <w:t>(</w:t>
      </w:r>
      <w:r w:rsidR="005D21BE" w:rsidRPr="00B824DE">
        <w:rPr>
          <w:rFonts w:asciiTheme="minorHAnsi" w:hAnsiTheme="minorHAnsi" w:cs="Arial"/>
          <w:i/>
        </w:rPr>
        <w:t>a</w:t>
      </w:r>
      <w:r w:rsidR="00A64E2D" w:rsidRPr="00B824DE">
        <w:rPr>
          <w:rFonts w:asciiTheme="minorHAnsi" w:hAnsiTheme="minorHAnsi" w:cs="Arial"/>
        </w:rPr>
        <w:t xml:space="preserve">, </w:t>
      </w:r>
      <w:r w:rsidR="00A64E2D" w:rsidRPr="00B824DE">
        <w:rPr>
          <w:rFonts w:asciiTheme="minorHAnsi" w:hAnsiTheme="minorHAnsi" w:cs="Arial"/>
          <w:i/>
        </w:rPr>
        <w:t>b</w:t>
      </w:r>
      <w:r w:rsidR="00A64E2D" w:rsidRPr="00B824DE">
        <w:rPr>
          <w:rFonts w:asciiTheme="minorHAnsi" w:hAnsiTheme="minorHAnsi" w:cs="Arial"/>
        </w:rPr>
        <w:t xml:space="preserve">, </w:t>
      </w:r>
      <w:r w:rsidR="00A64E2D" w:rsidRPr="00B824DE">
        <w:rPr>
          <w:rFonts w:asciiTheme="minorHAnsi" w:hAnsiTheme="minorHAnsi" w:cs="Arial"/>
          <w:i/>
        </w:rPr>
        <w:t>c</w:t>
      </w:r>
      <w:r w:rsidR="00A64E2D" w:rsidRPr="00B824DE">
        <w:rPr>
          <w:rFonts w:asciiTheme="minorHAnsi" w:hAnsiTheme="minorHAnsi" w:cs="Arial"/>
        </w:rPr>
        <w:t xml:space="preserve">, and </w:t>
      </w:r>
      <w:r w:rsidR="005D21BE" w:rsidRPr="00B824DE">
        <w:rPr>
          <w:rFonts w:asciiTheme="minorHAnsi" w:hAnsiTheme="minorHAnsi" w:cs="Arial"/>
          <w:i/>
        </w:rPr>
        <w:t>d</w:t>
      </w:r>
      <w:r w:rsidR="005D21BE" w:rsidRPr="00B824DE">
        <w:rPr>
          <w:rFonts w:asciiTheme="minorHAnsi" w:hAnsiTheme="minorHAnsi" w:cs="Arial"/>
        </w:rPr>
        <w:t xml:space="preserve">) </w:t>
      </w:r>
      <w:r w:rsidR="006A56A5" w:rsidRPr="00B824DE">
        <w:rPr>
          <w:rFonts w:asciiTheme="minorHAnsi" w:hAnsiTheme="minorHAnsi" w:cs="Arial"/>
        </w:rPr>
        <w:t>with</w:t>
      </w:r>
      <w:r w:rsidR="00120B22" w:rsidRPr="00B824DE">
        <w:rPr>
          <w:rFonts w:asciiTheme="minorHAnsi" w:hAnsiTheme="minorHAnsi" w:cs="Arial"/>
        </w:rPr>
        <w:t>:</w:t>
      </w:r>
    </w:p>
    <w:p w14:paraId="7C1D441D" w14:textId="0EE93301" w:rsidR="00120B22" w:rsidRPr="00B824DE" w:rsidRDefault="006A56A5" w:rsidP="000208A1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</w:rPr>
        <w:t xml:space="preserve">the </w:t>
      </w:r>
      <w:r w:rsidRPr="00B824DE">
        <w:rPr>
          <w:rFonts w:asciiTheme="minorHAnsi" w:hAnsiTheme="minorHAnsi" w:cs="Arial"/>
          <w:b/>
        </w:rPr>
        <w:t>particle</w:t>
      </w:r>
      <w:r w:rsidR="00385EE2" w:rsidRPr="00B824DE">
        <w:rPr>
          <w:rFonts w:asciiTheme="minorHAnsi" w:hAnsiTheme="minorHAnsi" w:cs="Arial"/>
          <w:b/>
        </w:rPr>
        <w:t>(s)</w:t>
      </w:r>
      <w:r w:rsidRPr="00B824DE">
        <w:rPr>
          <w:rFonts w:asciiTheme="minorHAnsi" w:hAnsiTheme="minorHAnsi" w:cs="Arial"/>
        </w:rPr>
        <w:t xml:space="preserve"> used to determine </w:t>
      </w:r>
      <w:r w:rsidR="005B3C0F" w:rsidRPr="00B824DE">
        <w:rPr>
          <w:rFonts w:asciiTheme="minorHAnsi" w:hAnsiTheme="minorHAnsi" w:cs="Arial"/>
        </w:rPr>
        <w:t>the letter</w:t>
      </w:r>
      <w:r w:rsidRPr="00B824DE">
        <w:rPr>
          <w:rFonts w:asciiTheme="minorHAnsi" w:hAnsiTheme="minorHAnsi" w:cs="Arial"/>
        </w:rPr>
        <w:t>,</w:t>
      </w:r>
      <w:r w:rsidR="005B3C0F" w:rsidRPr="00B824DE">
        <w:rPr>
          <w:rFonts w:asciiTheme="minorHAnsi" w:hAnsiTheme="minorHAnsi" w:cs="Arial"/>
        </w:rPr>
        <w:t xml:space="preserve"> and</w:t>
      </w:r>
    </w:p>
    <w:p w14:paraId="38EFC198" w14:textId="6C1E2DC4" w:rsidR="00D55EB5" w:rsidRDefault="00120B22" w:rsidP="000208A1">
      <w:pPr>
        <w:pStyle w:val="ListParagraph"/>
        <w:numPr>
          <w:ilvl w:val="0"/>
          <w:numId w:val="16"/>
        </w:numPr>
        <w:rPr>
          <w:rFonts w:asciiTheme="minorHAnsi" w:hAnsiTheme="minorHAnsi" w:cs="Arial"/>
        </w:rPr>
      </w:pPr>
      <w:r w:rsidRPr="00B824DE">
        <w:rPr>
          <w:rFonts w:asciiTheme="minorHAnsi" w:hAnsiTheme="minorHAnsi" w:cs="Arial"/>
          <w:b/>
        </w:rPr>
        <w:t>how</w:t>
      </w:r>
      <w:r w:rsidRPr="00B824DE">
        <w:rPr>
          <w:rFonts w:asciiTheme="minorHAnsi" w:hAnsiTheme="minorHAnsi" w:cs="Arial"/>
        </w:rPr>
        <w:t xml:space="preserve"> the value of each</w:t>
      </w:r>
      <w:r w:rsidR="005B3C0F" w:rsidRPr="00B824DE">
        <w:rPr>
          <w:rFonts w:asciiTheme="minorHAnsi" w:hAnsiTheme="minorHAnsi" w:cs="Arial"/>
        </w:rPr>
        <w:t xml:space="preserve"> letter</w:t>
      </w:r>
      <w:r w:rsidRPr="00B824DE">
        <w:rPr>
          <w:rFonts w:asciiTheme="minorHAnsi" w:hAnsiTheme="minorHAnsi" w:cs="Arial"/>
        </w:rPr>
        <w:t xml:space="preserve"> is determined.</w:t>
      </w:r>
    </w:p>
    <w:p w14:paraId="0DCBB1C4" w14:textId="77777777" w:rsidR="00DD1BFE" w:rsidRPr="00B824DE" w:rsidRDefault="00DD1BFE" w:rsidP="00B824DE">
      <w:pPr>
        <w:pStyle w:val="ListParagraph"/>
        <w:ind w:left="1504"/>
        <w:rPr>
          <w:rFonts w:asciiTheme="minorHAnsi" w:hAnsiTheme="minorHAnsi" w:cs="Arial"/>
        </w:rPr>
      </w:pPr>
    </w:p>
    <w:p w14:paraId="2BA02A60" w14:textId="2356578D" w:rsidR="006A56A5" w:rsidRDefault="00B02015" w:rsidP="006A56A5">
      <w:pPr>
        <w:pStyle w:val="ListParagraph"/>
        <w:ind w:left="360"/>
        <w:rPr>
          <w:rFonts w:ascii="Arial" w:hAnsi="Arial" w:cs="Arial"/>
        </w:rPr>
      </w:pPr>
      <w:r>
        <w:rPr>
          <w:noProof/>
        </w:rPr>
        <w:pict w14:anchorId="3E47F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5pt;margin-top:1.85pt;width:1in;height:1in;z-index:251663872;mso-position-horizontal-relative:text;mso-position-vertical-relative:text">
            <v:imagedata r:id="rId9" o:title=""/>
            <w10:wrap type="square"/>
          </v:shape>
        </w:pict>
      </w:r>
    </w:p>
    <w:p w14:paraId="3A8668E9" w14:textId="77777777" w:rsidR="006A56A5" w:rsidRDefault="006A56A5" w:rsidP="006A56A5">
      <w:pPr>
        <w:pStyle w:val="ListParagraph"/>
        <w:ind w:left="360"/>
        <w:rPr>
          <w:rFonts w:ascii="Arial" w:hAnsi="Arial" w:cs="Arial"/>
        </w:rPr>
      </w:pPr>
    </w:p>
    <w:p w14:paraId="14EFF5F0" w14:textId="77777777" w:rsidR="006A56A5" w:rsidRDefault="006A56A5" w:rsidP="006A56A5">
      <w:pPr>
        <w:pStyle w:val="ListParagraph"/>
        <w:ind w:left="360"/>
        <w:rPr>
          <w:rFonts w:ascii="Arial" w:hAnsi="Arial" w:cs="Arial"/>
        </w:rPr>
      </w:pPr>
    </w:p>
    <w:p w14:paraId="54BAB39B" w14:textId="77777777" w:rsidR="006A56A5" w:rsidRDefault="006A56A5" w:rsidP="006A56A5">
      <w:pPr>
        <w:pStyle w:val="ListParagraph"/>
        <w:ind w:left="360"/>
        <w:rPr>
          <w:rFonts w:ascii="Arial" w:hAnsi="Arial" w:cs="Arial"/>
        </w:rPr>
      </w:pPr>
    </w:p>
    <w:p w14:paraId="19891CB9" w14:textId="77777777" w:rsidR="006A56A5" w:rsidRDefault="006A56A5" w:rsidP="006A56A5">
      <w:pPr>
        <w:pStyle w:val="ListParagraph"/>
        <w:ind w:left="360"/>
        <w:rPr>
          <w:rFonts w:ascii="Arial" w:hAnsi="Arial" w:cs="Arial"/>
        </w:rPr>
      </w:pPr>
    </w:p>
    <w:p w14:paraId="2241066B" w14:textId="19227749" w:rsidR="001578B9" w:rsidRPr="00CB46F7" w:rsidRDefault="001578B9" w:rsidP="001578B9">
      <w:pPr>
        <w:pStyle w:val="Default"/>
      </w:pPr>
    </w:p>
    <w:p w14:paraId="33A00253" w14:textId="4818261F" w:rsidR="005D0175" w:rsidRPr="00CB46F7" w:rsidRDefault="0001710F" w:rsidP="00B56CC0">
      <w:pPr>
        <w:pStyle w:val="PHETNumberBody"/>
        <w:ind w:hanging="450"/>
      </w:pPr>
      <w:r>
        <w:t>Create</w:t>
      </w:r>
      <w:r w:rsidR="005D0175" w:rsidRPr="00CB46F7">
        <w:t xml:space="preserve"> a definition (</w:t>
      </w:r>
      <w:r w:rsidR="00674825">
        <w:t>using</w:t>
      </w:r>
      <w:r w:rsidR="005D0175" w:rsidRPr="00CB46F7">
        <w:t xml:space="preserve"> a complete sentence) for each of these items </w:t>
      </w:r>
      <w:r w:rsidR="00120B22">
        <w:t>based on your labels from</w:t>
      </w:r>
      <w:r w:rsidR="005D0175" w:rsidRPr="00CB46F7">
        <w:t xml:space="preserve"> the </w:t>
      </w:r>
      <w:r w:rsidR="00120B22">
        <w:t xml:space="preserve">atomic </w:t>
      </w:r>
      <w:r w:rsidR="005D0175" w:rsidRPr="00CB46F7">
        <w:t>symbol above.</w:t>
      </w:r>
    </w:p>
    <w:p w14:paraId="1C86009F" w14:textId="77777777" w:rsidR="001578B9" w:rsidRPr="00CB46F7" w:rsidRDefault="001578B9" w:rsidP="001578B9">
      <w:pPr>
        <w:pStyle w:val="Default"/>
        <w:ind w:left="360"/>
      </w:pPr>
    </w:p>
    <w:p w14:paraId="5BD29EC3" w14:textId="77777777" w:rsidR="005D0175" w:rsidRPr="00B824DE" w:rsidRDefault="005D0175" w:rsidP="00A869AA">
      <w:pPr>
        <w:pStyle w:val="Default"/>
        <w:numPr>
          <w:ilvl w:val="4"/>
          <w:numId w:val="5"/>
        </w:numPr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Element Symbol</w:t>
      </w:r>
    </w:p>
    <w:p w14:paraId="3A219839" w14:textId="77777777" w:rsidR="00CB46F7" w:rsidRPr="00B824DE" w:rsidRDefault="00CB46F7" w:rsidP="00CB46F7">
      <w:pPr>
        <w:pStyle w:val="Default"/>
        <w:ind w:left="630"/>
        <w:rPr>
          <w:rFonts w:asciiTheme="minorHAnsi" w:hAnsiTheme="minorHAnsi"/>
        </w:rPr>
      </w:pPr>
    </w:p>
    <w:p w14:paraId="35D9A670" w14:textId="77777777" w:rsidR="005D0175" w:rsidRPr="00B824DE" w:rsidRDefault="005D0175" w:rsidP="00A869AA">
      <w:pPr>
        <w:pStyle w:val="Default"/>
        <w:numPr>
          <w:ilvl w:val="4"/>
          <w:numId w:val="5"/>
        </w:numPr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Charge</w:t>
      </w:r>
    </w:p>
    <w:p w14:paraId="79D2E775" w14:textId="77777777" w:rsidR="00CB46F7" w:rsidRPr="00B824DE" w:rsidRDefault="00CB46F7" w:rsidP="00CB46F7">
      <w:pPr>
        <w:pStyle w:val="Default"/>
        <w:rPr>
          <w:rFonts w:asciiTheme="minorHAnsi" w:hAnsiTheme="minorHAnsi"/>
        </w:rPr>
      </w:pPr>
    </w:p>
    <w:p w14:paraId="2B066C5D" w14:textId="77777777" w:rsidR="005D0175" w:rsidRPr="00B824DE" w:rsidRDefault="005D0175" w:rsidP="00A869AA">
      <w:pPr>
        <w:pStyle w:val="Default"/>
        <w:numPr>
          <w:ilvl w:val="4"/>
          <w:numId w:val="5"/>
        </w:numPr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Atomic Number</w:t>
      </w:r>
    </w:p>
    <w:p w14:paraId="3078052D" w14:textId="77777777" w:rsidR="00CB46F7" w:rsidRPr="00B824DE" w:rsidRDefault="00CB46F7" w:rsidP="00CB46F7">
      <w:pPr>
        <w:pStyle w:val="Default"/>
        <w:rPr>
          <w:rFonts w:asciiTheme="minorHAnsi" w:hAnsiTheme="minorHAnsi"/>
        </w:rPr>
      </w:pPr>
    </w:p>
    <w:p w14:paraId="076B5D94" w14:textId="77777777" w:rsidR="005D0175" w:rsidRPr="00B824DE" w:rsidRDefault="005D0175" w:rsidP="00A869AA">
      <w:pPr>
        <w:pStyle w:val="Default"/>
        <w:numPr>
          <w:ilvl w:val="4"/>
          <w:numId w:val="5"/>
        </w:numPr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Mass Number</w:t>
      </w:r>
    </w:p>
    <w:p w14:paraId="3CF19C28" w14:textId="77777777" w:rsidR="00CB46F7" w:rsidRDefault="00CB46F7" w:rsidP="001578B9">
      <w:pPr>
        <w:pStyle w:val="Default"/>
      </w:pPr>
    </w:p>
    <w:p w14:paraId="7077F6CD" w14:textId="2735C9BB" w:rsidR="00A61B3B" w:rsidRDefault="00360B7B" w:rsidP="00B56CC0">
      <w:pPr>
        <w:pStyle w:val="PHETNumberBody"/>
        <w:ind w:hanging="450"/>
      </w:pPr>
      <w:r>
        <w:t xml:space="preserve">Practice applying your </w:t>
      </w:r>
      <w:r w:rsidR="00674825">
        <w:t>understanding by p</w:t>
      </w:r>
      <w:r w:rsidR="001578B9" w:rsidRPr="00CB46F7">
        <w:t>lay</w:t>
      </w:r>
      <w:r w:rsidR="00674825">
        <w:t xml:space="preserve">ing </w:t>
      </w:r>
      <w:r w:rsidR="001978DA">
        <w:t>the 3</w:t>
      </w:r>
      <w:r w:rsidR="001978DA" w:rsidRPr="003D7097">
        <w:rPr>
          <w:vertAlign w:val="superscript"/>
        </w:rPr>
        <w:t>rd</w:t>
      </w:r>
      <w:r w:rsidR="001978DA">
        <w:t xml:space="preserve"> and 4</w:t>
      </w:r>
      <w:r w:rsidR="001978DA" w:rsidRPr="003D7097">
        <w:rPr>
          <w:vertAlign w:val="superscript"/>
        </w:rPr>
        <w:t>th</w:t>
      </w:r>
      <w:r w:rsidR="001578B9" w:rsidRPr="00CB46F7">
        <w:t xml:space="preserve"> </w:t>
      </w:r>
      <w:r w:rsidR="00674825">
        <w:t xml:space="preserve">game </w:t>
      </w:r>
      <w:r w:rsidR="00FE7D06">
        <w:t xml:space="preserve">levels. </w:t>
      </w:r>
      <w:r w:rsidR="001578B9" w:rsidRPr="00CB46F7">
        <w:t xml:space="preserve"> Play until you can get </w:t>
      </w:r>
      <w:r w:rsidR="00FE7D06">
        <w:t>all</w:t>
      </w:r>
      <w:r w:rsidR="006C7032">
        <w:t xml:space="preserve"> </w:t>
      </w:r>
      <w:r w:rsidR="001978DA">
        <w:t xml:space="preserve">the </w:t>
      </w:r>
      <w:r w:rsidR="006C7032">
        <w:t>questions</w:t>
      </w:r>
      <w:r w:rsidR="00FE7D06">
        <w:t xml:space="preserve"> correct on</w:t>
      </w:r>
      <w:r w:rsidR="001978DA">
        <w:t xml:space="preserve"> the 4</w:t>
      </w:r>
      <w:r w:rsidR="001978DA" w:rsidRPr="003D7097">
        <w:rPr>
          <w:vertAlign w:val="superscript"/>
        </w:rPr>
        <w:t>th</w:t>
      </w:r>
      <w:r w:rsidR="001978DA">
        <w:t xml:space="preserve"> </w:t>
      </w:r>
      <w:r w:rsidR="00FE7D06">
        <w:t>level.</w:t>
      </w:r>
    </w:p>
    <w:p w14:paraId="167B691B" w14:textId="77777777" w:rsidR="00A61B3B" w:rsidRDefault="00A61B3B" w:rsidP="00A61B3B">
      <w:pPr>
        <w:pStyle w:val="Default"/>
      </w:pPr>
    </w:p>
    <w:p w14:paraId="77C09546" w14:textId="77777777" w:rsidR="00120B22" w:rsidRDefault="006C7032" w:rsidP="00B56CC0">
      <w:pPr>
        <w:pStyle w:val="PHETNumberBody"/>
        <w:ind w:hanging="450"/>
      </w:pPr>
      <w:r>
        <w:t xml:space="preserve">In addition to atomic symbol, we can represent atoms by name and mass number. </w:t>
      </w:r>
    </w:p>
    <w:p w14:paraId="34EBC5D9" w14:textId="41321D95" w:rsidR="00A61947" w:rsidRPr="00B824DE" w:rsidRDefault="00A61947" w:rsidP="00B824DE">
      <w:pPr>
        <w:pStyle w:val="Default"/>
        <w:numPr>
          <w:ilvl w:val="0"/>
          <w:numId w:val="32"/>
        </w:numPr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Complete the table below:</w:t>
      </w:r>
    </w:p>
    <w:p w14:paraId="4DF3B8DD" w14:textId="7F2C7AA1" w:rsidR="00A61947" w:rsidRDefault="00A61947" w:rsidP="00A61947">
      <w:pPr>
        <w:pStyle w:val="Defaul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8"/>
        <w:gridCol w:w="3600"/>
      </w:tblGrid>
      <w:tr w:rsidR="00A61947" w14:paraId="68A85202" w14:textId="77777777" w:rsidTr="00B824DE">
        <w:trPr>
          <w:jc w:val="center"/>
        </w:trPr>
        <w:tc>
          <w:tcPr>
            <w:tcW w:w="2988" w:type="dxa"/>
          </w:tcPr>
          <w:p w14:paraId="12139FAC" w14:textId="68123485" w:rsidR="00A61947" w:rsidRPr="00565BCF" w:rsidRDefault="00A61947" w:rsidP="00B824DE">
            <w:pPr>
              <w:pStyle w:val="PHETTableHeading"/>
              <w:rPr>
                <w:i/>
                <w:iCs/>
                <w:szCs w:val="22"/>
              </w:rPr>
            </w:pPr>
            <w:r w:rsidRPr="00565BCF">
              <w:t>Symbol</w:t>
            </w:r>
          </w:p>
        </w:tc>
        <w:tc>
          <w:tcPr>
            <w:tcW w:w="3600" w:type="dxa"/>
          </w:tcPr>
          <w:p w14:paraId="15E150BE" w14:textId="6DAD0342" w:rsidR="00A61947" w:rsidRPr="00565BCF" w:rsidRDefault="00A61947" w:rsidP="00B824DE">
            <w:pPr>
              <w:pStyle w:val="PHETTableHeading"/>
              <w:rPr>
                <w:i/>
                <w:iCs/>
                <w:szCs w:val="22"/>
              </w:rPr>
            </w:pPr>
            <w:r w:rsidRPr="00565BCF">
              <w:t>Name</w:t>
            </w:r>
          </w:p>
        </w:tc>
      </w:tr>
      <w:tr w:rsidR="00A61947" w14:paraId="1FDAE8BF" w14:textId="77777777" w:rsidTr="00B824DE">
        <w:trPr>
          <w:trHeight w:val="598"/>
          <w:jc w:val="center"/>
        </w:trPr>
        <w:tc>
          <w:tcPr>
            <w:tcW w:w="2988" w:type="dxa"/>
          </w:tcPr>
          <w:p w14:paraId="1C5F06D2" w14:textId="2DDF5173" w:rsidR="00A61947" w:rsidRDefault="001978DA" w:rsidP="00B824DE">
            <w:pPr>
              <w:pStyle w:val="PHETTableTextBody"/>
              <w:rPr>
                <w:i/>
                <w:i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3E47F675" wp14:editId="2433A621">
                  <wp:simplePos x="0" y="0"/>
                  <wp:positionH relativeFrom="column">
                    <wp:posOffset>615315</wp:posOffset>
                  </wp:positionH>
                  <wp:positionV relativeFrom="paragraph">
                    <wp:posOffset>3810</wp:posOffset>
                  </wp:positionV>
                  <wp:extent cx="544830" cy="398145"/>
                  <wp:effectExtent l="0" t="0" r="0" b="8255"/>
                  <wp:wrapThrough wrapText="bothSides">
                    <wp:wrapPolygon edited="0">
                      <wp:start x="0" y="0"/>
                      <wp:lineTo x="1007" y="20670"/>
                      <wp:lineTo x="7049" y="20670"/>
                      <wp:lineTo x="20140" y="6890"/>
                      <wp:lineTo x="20140" y="0"/>
                      <wp:lineTo x="0" y="0"/>
                    </wp:wrapPolygon>
                  </wp:wrapThrough>
                  <wp:docPr id="18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398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0" w:type="dxa"/>
            <w:vAlign w:val="center"/>
          </w:tcPr>
          <w:p w14:paraId="049575F1" w14:textId="07F672C5" w:rsidR="00A61947" w:rsidRPr="003D7097" w:rsidRDefault="00A61947" w:rsidP="00B824DE">
            <w:pPr>
              <w:pStyle w:val="PHETTableTextBody"/>
              <w:rPr>
                <w:rFonts w:ascii="Chalkboard" w:hAnsi="Chalkboard"/>
                <w:i/>
                <w:iCs/>
                <w:szCs w:val="22"/>
              </w:rPr>
            </w:pPr>
            <w:r w:rsidRPr="003D7097">
              <w:rPr>
                <w:rFonts w:ascii="Chalkboard" w:hAnsi="Chalkboard"/>
              </w:rPr>
              <w:t>Carbon-1</w:t>
            </w:r>
            <w:r w:rsidR="00565BCF" w:rsidRPr="003D7097">
              <w:rPr>
                <w:rFonts w:ascii="Chalkboard" w:hAnsi="Chalkboard"/>
              </w:rPr>
              <w:t>2</w:t>
            </w:r>
          </w:p>
        </w:tc>
      </w:tr>
      <w:tr w:rsidR="00A61947" w14:paraId="5C5236F3" w14:textId="77777777" w:rsidTr="00B824DE">
        <w:trPr>
          <w:trHeight w:val="490"/>
          <w:jc w:val="center"/>
        </w:trPr>
        <w:tc>
          <w:tcPr>
            <w:tcW w:w="2988" w:type="dxa"/>
          </w:tcPr>
          <w:p w14:paraId="2C1FA667" w14:textId="247D260C" w:rsidR="00A61947" w:rsidRDefault="001978DA" w:rsidP="00B824DE">
            <w:pPr>
              <w:pStyle w:val="PHETTableTextBody"/>
              <w:rPr>
                <w:i/>
                <w:iCs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 wp14:anchorId="3E47F675" wp14:editId="2F075617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12700</wp:posOffset>
                  </wp:positionV>
                  <wp:extent cx="342900" cy="342900"/>
                  <wp:effectExtent l="0" t="0" r="0" b="12700"/>
                  <wp:wrapThrough wrapText="bothSides">
                    <wp:wrapPolygon edited="0">
                      <wp:start x="0" y="0"/>
                      <wp:lineTo x="0" y="20800"/>
                      <wp:lineTo x="6400" y="20800"/>
                      <wp:lineTo x="17600" y="12800"/>
                      <wp:lineTo x="19200" y="6400"/>
                      <wp:lineTo x="11200" y="0"/>
                      <wp:lineTo x="0" y="0"/>
                    </wp:wrapPolygon>
                  </wp:wrapThrough>
                  <wp:docPr id="1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0" w:type="dxa"/>
          </w:tcPr>
          <w:p w14:paraId="553F8E0A" w14:textId="77777777" w:rsidR="00A61947" w:rsidRDefault="00A61947" w:rsidP="00A61947">
            <w:pPr>
              <w:pStyle w:val="Default"/>
              <w:jc w:val="center"/>
            </w:pPr>
          </w:p>
        </w:tc>
      </w:tr>
      <w:tr w:rsidR="00A61947" w14:paraId="546EE6DD" w14:textId="77777777" w:rsidTr="00B824DE">
        <w:trPr>
          <w:trHeight w:val="553"/>
          <w:jc w:val="center"/>
        </w:trPr>
        <w:tc>
          <w:tcPr>
            <w:tcW w:w="2988" w:type="dxa"/>
          </w:tcPr>
          <w:p w14:paraId="35B770AA" w14:textId="2CD0D0DB" w:rsidR="00A61947" w:rsidRDefault="001978DA" w:rsidP="00B824DE">
            <w:pPr>
              <w:pStyle w:val="PHETTableTextBody"/>
              <w:rPr>
                <w:i/>
                <w:iCs/>
                <w:noProof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920" behindDoc="0" locked="0" layoutInCell="1" allowOverlap="1" wp14:anchorId="3E47F675" wp14:editId="226DBD00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3810</wp:posOffset>
                  </wp:positionV>
                  <wp:extent cx="377190" cy="398145"/>
                  <wp:effectExtent l="0" t="0" r="0" b="8255"/>
                  <wp:wrapThrough wrapText="bothSides">
                    <wp:wrapPolygon edited="0">
                      <wp:start x="0" y="0"/>
                      <wp:lineTo x="1455" y="20670"/>
                      <wp:lineTo x="8727" y="20670"/>
                      <wp:lineTo x="18909" y="13780"/>
                      <wp:lineTo x="18909" y="5512"/>
                      <wp:lineTo x="10182" y="0"/>
                      <wp:lineTo x="0" y="0"/>
                    </wp:wrapPolygon>
                  </wp:wrapThrough>
                  <wp:docPr id="20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" cy="398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00" w:type="dxa"/>
          </w:tcPr>
          <w:p w14:paraId="596A0C83" w14:textId="77777777" w:rsidR="00A61947" w:rsidRDefault="00A61947" w:rsidP="00A61947">
            <w:pPr>
              <w:pStyle w:val="Default"/>
              <w:jc w:val="center"/>
            </w:pPr>
          </w:p>
        </w:tc>
      </w:tr>
    </w:tbl>
    <w:p w14:paraId="4C91D926" w14:textId="5411E7BA" w:rsidR="00A71F27" w:rsidRDefault="00A61947" w:rsidP="00A61947">
      <w:pPr>
        <w:pStyle w:val="Default"/>
        <w:ind w:left="360"/>
      </w:pPr>
      <w:r w:rsidRPr="00A71F27">
        <w:t xml:space="preserve"> </w:t>
      </w:r>
    </w:p>
    <w:p w14:paraId="32B3B7C9" w14:textId="53971A17" w:rsidR="00231CDE" w:rsidRPr="00B824DE" w:rsidRDefault="006C7032" w:rsidP="00B824DE">
      <w:pPr>
        <w:pStyle w:val="Default"/>
        <w:numPr>
          <w:ilvl w:val="0"/>
          <w:numId w:val="32"/>
        </w:numPr>
        <w:ind w:left="810"/>
      </w:pPr>
      <w:r w:rsidRPr="00B824DE">
        <w:rPr>
          <w:rFonts w:asciiTheme="minorHAnsi" w:hAnsiTheme="minorHAnsi"/>
        </w:rPr>
        <w:t xml:space="preserve">Each representation (Symbol and Name) in the table above provides information about </w:t>
      </w:r>
      <w:r w:rsidR="00120B22" w:rsidRPr="00B824DE">
        <w:rPr>
          <w:rFonts w:asciiTheme="minorHAnsi" w:hAnsiTheme="minorHAnsi"/>
        </w:rPr>
        <w:t xml:space="preserve">the atom. Describe the similarities and differences between the </w:t>
      </w:r>
      <w:r w:rsidR="00120B22" w:rsidRPr="00B824DE">
        <w:rPr>
          <w:rFonts w:asciiTheme="minorHAnsi" w:hAnsiTheme="minorHAnsi"/>
          <w:i/>
        </w:rPr>
        <w:t>Symbol</w:t>
      </w:r>
      <w:r w:rsidR="00120B22" w:rsidRPr="00B824DE">
        <w:rPr>
          <w:rFonts w:asciiTheme="minorHAnsi" w:hAnsiTheme="minorHAnsi"/>
        </w:rPr>
        <w:t xml:space="preserve"> and </w:t>
      </w:r>
      <w:r w:rsidR="00120B22" w:rsidRPr="00B824DE">
        <w:rPr>
          <w:rFonts w:asciiTheme="minorHAnsi" w:hAnsiTheme="minorHAnsi"/>
          <w:i/>
        </w:rPr>
        <w:t>Name</w:t>
      </w:r>
      <w:r w:rsidR="00120B22">
        <w:t xml:space="preserve"> </w:t>
      </w:r>
      <w:r w:rsidR="00120B22" w:rsidRPr="00B824DE">
        <w:rPr>
          <w:rFonts w:asciiTheme="minorHAnsi" w:hAnsiTheme="minorHAnsi"/>
        </w:rPr>
        <w:t>representations.</w:t>
      </w:r>
    </w:p>
    <w:p w14:paraId="374BBA9A" w14:textId="77777777" w:rsidR="00EE6BEA" w:rsidRDefault="00EE6BEA" w:rsidP="00B824DE">
      <w:pPr>
        <w:pStyle w:val="Default"/>
        <w:rPr>
          <w:rFonts w:asciiTheme="minorHAnsi" w:hAnsiTheme="minorHAnsi"/>
        </w:rPr>
      </w:pPr>
    </w:p>
    <w:p w14:paraId="6F426F26" w14:textId="77777777" w:rsidR="00EE6BEA" w:rsidRDefault="00EE6BEA" w:rsidP="00B824DE">
      <w:pPr>
        <w:pStyle w:val="Default"/>
        <w:rPr>
          <w:rFonts w:asciiTheme="minorHAnsi" w:hAnsiTheme="minorHAnsi"/>
        </w:rPr>
      </w:pPr>
    </w:p>
    <w:p w14:paraId="75BEDF60" w14:textId="77777777" w:rsidR="00906254" w:rsidRDefault="00906254" w:rsidP="00B824DE">
      <w:pPr>
        <w:pStyle w:val="Default"/>
        <w:rPr>
          <w:rFonts w:asciiTheme="minorHAnsi" w:hAnsiTheme="minorHAnsi"/>
        </w:rPr>
      </w:pPr>
    </w:p>
    <w:p w14:paraId="0422F53A" w14:textId="6D5EFB8C" w:rsidR="007B3BE6" w:rsidRPr="009F7AE6" w:rsidRDefault="007B3BE6" w:rsidP="007B3BE6">
      <w:pPr>
        <w:pStyle w:val="PHETHeading"/>
      </w:pPr>
      <w:r w:rsidRPr="007B3BE6">
        <w:lastRenderedPageBreak/>
        <w:t>PART I</w:t>
      </w:r>
      <w:r>
        <w:t>I</w:t>
      </w:r>
      <w:r w:rsidRPr="007B3BE6">
        <w:t xml:space="preserve">I: </w:t>
      </w:r>
      <w:r w:rsidR="00B56CC0">
        <w:t>ISOTOPES</w:t>
      </w:r>
    </w:p>
    <w:p w14:paraId="0A06B399" w14:textId="77777777" w:rsidR="007B3BE6" w:rsidRDefault="007B3BE6" w:rsidP="007B3BE6">
      <w:pPr>
        <w:pStyle w:val="PHETHeading"/>
      </w:pPr>
    </w:p>
    <w:p w14:paraId="65EEFE79" w14:textId="77777777" w:rsidR="003B5451" w:rsidRPr="009F7AE6" w:rsidRDefault="003B5451" w:rsidP="003B5451">
      <w:pPr>
        <w:pStyle w:val="PHETNumberBody"/>
        <w:ind w:hanging="450"/>
      </w:pPr>
      <w:r w:rsidRPr="009F7AE6">
        <w:t>Play with the simulation to determine:</w:t>
      </w:r>
    </w:p>
    <w:p w14:paraId="1CA553C8" w14:textId="77777777" w:rsidR="003B5451" w:rsidRPr="00B824DE" w:rsidRDefault="003B5451" w:rsidP="003B5451">
      <w:pPr>
        <w:pStyle w:val="Default"/>
        <w:numPr>
          <w:ilvl w:val="1"/>
          <w:numId w:val="18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Which particles affect the stability of the atom?  _____________________</w:t>
      </w:r>
    </w:p>
    <w:p w14:paraId="0D8BE1BF" w14:textId="77777777" w:rsidR="003B5451" w:rsidRPr="00B824DE" w:rsidRDefault="003B5451" w:rsidP="003B5451">
      <w:pPr>
        <w:pStyle w:val="Default"/>
        <w:numPr>
          <w:ilvl w:val="1"/>
          <w:numId w:val="18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Which particles do not affect the stability of the atom?  _______________</w:t>
      </w:r>
    </w:p>
    <w:p w14:paraId="4A6017CE" w14:textId="77777777" w:rsidR="003B5451" w:rsidRDefault="003B5451" w:rsidP="003B5451">
      <w:pPr>
        <w:pStyle w:val="Default"/>
        <w:ind w:left="1170"/>
      </w:pPr>
    </w:p>
    <w:p w14:paraId="637E153F" w14:textId="77777777" w:rsidR="003B5451" w:rsidRDefault="003B5451" w:rsidP="00B56CC0">
      <w:pPr>
        <w:pStyle w:val="PHETNumberBody"/>
        <w:ind w:hanging="450"/>
      </w:pPr>
      <w:r>
        <w:t>What are the names of the stable forms of oxygen?</w:t>
      </w:r>
    </w:p>
    <w:p w14:paraId="770202CD" w14:textId="77777777" w:rsidR="003B5451" w:rsidRPr="00B824DE" w:rsidRDefault="003B5451" w:rsidP="003B5451">
      <w:pPr>
        <w:pStyle w:val="Default"/>
        <w:numPr>
          <w:ilvl w:val="0"/>
          <w:numId w:val="33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Oxygen</w:t>
      </w:r>
      <w:r w:rsidRPr="00143DC0">
        <w:rPr>
          <w:rFonts w:asciiTheme="minorHAnsi" w:hAnsiTheme="minorHAnsi"/>
        </w:rPr>
        <w:t>-16</w:t>
      </w:r>
    </w:p>
    <w:p w14:paraId="23326869" w14:textId="77777777" w:rsidR="003B5451" w:rsidRPr="00B824DE" w:rsidRDefault="003B5451" w:rsidP="003B5451">
      <w:pPr>
        <w:pStyle w:val="Default"/>
        <w:numPr>
          <w:ilvl w:val="0"/>
          <w:numId w:val="33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Oxygen-__</w:t>
      </w:r>
      <w:r>
        <w:rPr>
          <w:rFonts w:asciiTheme="minorHAnsi" w:hAnsiTheme="minorHAnsi"/>
        </w:rPr>
        <w:t>__</w:t>
      </w:r>
    </w:p>
    <w:p w14:paraId="5FDC5A63" w14:textId="77777777" w:rsidR="003B5451" w:rsidRPr="00B824DE" w:rsidRDefault="003B5451" w:rsidP="003B5451">
      <w:pPr>
        <w:pStyle w:val="Default"/>
        <w:numPr>
          <w:ilvl w:val="0"/>
          <w:numId w:val="33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Oxygen-_</w:t>
      </w:r>
      <w:r>
        <w:rPr>
          <w:rFonts w:asciiTheme="minorHAnsi" w:hAnsiTheme="minorHAnsi"/>
        </w:rPr>
        <w:t>__</w:t>
      </w:r>
      <w:r w:rsidRPr="00B824DE">
        <w:rPr>
          <w:rFonts w:asciiTheme="minorHAnsi" w:hAnsiTheme="minorHAnsi"/>
        </w:rPr>
        <w:t>_</w:t>
      </w:r>
    </w:p>
    <w:p w14:paraId="2384646E" w14:textId="77777777" w:rsidR="003B5451" w:rsidRPr="00B824DE" w:rsidRDefault="003B5451" w:rsidP="003B5451">
      <w:pPr>
        <w:pStyle w:val="Default"/>
        <w:numPr>
          <w:ilvl w:val="0"/>
          <w:numId w:val="33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 xml:space="preserve">List all of the things that are the same about these atoms (ignore the electrons).  </w:t>
      </w:r>
    </w:p>
    <w:p w14:paraId="290D88FC" w14:textId="77777777" w:rsidR="003B5451" w:rsidRDefault="003B5451" w:rsidP="003B5451">
      <w:pPr>
        <w:pStyle w:val="Default"/>
      </w:pPr>
    </w:p>
    <w:p w14:paraId="074CE7CB" w14:textId="77777777" w:rsidR="003B5451" w:rsidRDefault="003B5451" w:rsidP="003B5451">
      <w:pPr>
        <w:pStyle w:val="Default"/>
      </w:pPr>
    </w:p>
    <w:p w14:paraId="2C650BB9" w14:textId="77777777" w:rsidR="003B5451" w:rsidRPr="00B824DE" w:rsidRDefault="003B5451" w:rsidP="003B5451">
      <w:pPr>
        <w:pStyle w:val="Default"/>
        <w:rPr>
          <w:rFonts w:asciiTheme="minorHAnsi" w:hAnsiTheme="minorHAnsi"/>
        </w:rPr>
      </w:pPr>
    </w:p>
    <w:p w14:paraId="3B7F7BCB" w14:textId="77777777" w:rsidR="003B5451" w:rsidRPr="00B824DE" w:rsidRDefault="003B5451" w:rsidP="003B5451">
      <w:pPr>
        <w:pStyle w:val="Default"/>
        <w:numPr>
          <w:ilvl w:val="0"/>
          <w:numId w:val="33"/>
        </w:numPr>
        <w:ind w:left="900"/>
        <w:rPr>
          <w:rFonts w:asciiTheme="minorHAnsi" w:hAnsiTheme="minorHAnsi"/>
        </w:rPr>
      </w:pPr>
      <w:r w:rsidRPr="00B824DE">
        <w:rPr>
          <w:rFonts w:asciiTheme="minorHAnsi" w:hAnsiTheme="minorHAnsi"/>
        </w:rPr>
        <w:t xml:space="preserve">List all of the things that are different about these atoms (ignore the electrons).  </w:t>
      </w:r>
    </w:p>
    <w:p w14:paraId="24BCEE71" w14:textId="77777777" w:rsidR="003B5451" w:rsidRDefault="003B5451" w:rsidP="003B5451">
      <w:pPr>
        <w:pStyle w:val="Default"/>
      </w:pPr>
    </w:p>
    <w:p w14:paraId="7F143AC4" w14:textId="77777777" w:rsidR="003B5451" w:rsidRDefault="003B5451" w:rsidP="003B5451">
      <w:pPr>
        <w:pStyle w:val="Default"/>
      </w:pPr>
    </w:p>
    <w:p w14:paraId="461F699D" w14:textId="77777777" w:rsidR="003B5451" w:rsidRPr="00CB46F7" w:rsidRDefault="003B5451" w:rsidP="003B5451">
      <w:pPr>
        <w:pStyle w:val="Default"/>
      </w:pPr>
    </w:p>
    <w:p w14:paraId="3E2381FA" w14:textId="77777777" w:rsidR="003B5451" w:rsidRDefault="003B5451" w:rsidP="00B56CC0">
      <w:pPr>
        <w:pStyle w:val="PHETNumberBody"/>
        <w:ind w:hanging="450"/>
      </w:pPr>
      <w:r w:rsidRPr="00CB46F7">
        <w:t xml:space="preserve">The atoms in the previous question are </w:t>
      </w:r>
      <w:r w:rsidRPr="00CB46F7">
        <w:rPr>
          <w:b/>
        </w:rPr>
        <w:t>isotopes</w:t>
      </w:r>
      <w:r w:rsidRPr="00CB46F7">
        <w:t xml:space="preserve"> of each other.  Based on this information, </w:t>
      </w:r>
      <w:r>
        <w:t>list the requirements for two atoms to be isotopes of each other.</w:t>
      </w:r>
    </w:p>
    <w:p w14:paraId="733E3AC5" w14:textId="77777777" w:rsidR="003B5451" w:rsidRDefault="003B5451" w:rsidP="003B5451">
      <w:pPr>
        <w:pStyle w:val="Default"/>
      </w:pPr>
    </w:p>
    <w:p w14:paraId="3561876F" w14:textId="77777777" w:rsidR="003B5451" w:rsidRDefault="003B5451" w:rsidP="003B5451">
      <w:pPr>
        <w:pStyle w:val="Default"/>
      </w:pPr>
      <w:r>
        <w:t xml:space="preserve"> </w:t>
      </w:r>
    </w:p>
    <w:p w14:paraId="79958E81" w14:textId="77777777" w:rsidR="003B5451" w:rsidRDefault="003B5451" w:rsidP="003B5451">
      <w:pPr>
        <w:pStyle w:val="Default"/>
      </w:pPr>
    </w:p>
    <w:p w14:paraId="7988DB41" w14:textId="77777777" w:rsidR="003B5451" w:rsidRDefault="003B5451" w:rsidP="00B56CC0">
      <w:pPr>
        <w:pStyle w:val="PHETNumberBody"/>
        <w:ind w:hanging="450"/>
      </w:pPr>
      <w:r>
        <w:t>Test your understanding of isotopes by examining the relationships between the pairs of atoms listed below:</w:t>
      </w:r>
    </w:p>
    <w:p w14:paraId="12503823" w14:textId="77777777" w:rsidR="003B5451" w:rsidRDefault="003B5451" w:rsidP="003B5451">
      <w:pPr>
        <w:pStyle w:val="PHETNumberBody"/>
        <w:numPr>
          <w:ilvl w:val="0"/>
          <w:numId w:val="0"/>
        </w:numPr>
        <w:ind w:left="450"/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1956"/>
        <w:gridCol w:w="2664"/>
        <w:gridCol w:w="5118"/>
      </w:tblGrid>
      <w:tr w:rsidR="003B5451" w14:paraId="5B4F3AB0" w14:textId="77777777" w:rsidTr="00B56CC0">
        <w:tc>
          <w:tcPr>
            <w:tcW w:w="1956" w:type="dxa"/>
            <w:vAlign w:val="center"/>
          </w:tcPr>
          <w:p w14:paraId="2A86635E" w14:textId="77777777" w:rsidR="003B5451" w:rsidRPr="00B824DE" w:rsidRDefault="003B5451" w:rsidP="003B5451">
            <w:pPr>
              <w:pStyle w:val="PHETTableHeading"/>
              <w:rPr>
                <w:b w:val="0"/>
              </w:rPr>
            </w:pPr>
            <w:r w:rsidRPr="00DE6466">
              <w:t>Atom 1</w:t>
            </w:r>
          </w:p>
        </w:tc>
        <w:tc>
          <w:tcPr>
            <w:tcW w:w="2664" w:type="dxa"/>
            <w:vAlign w:val="center"/>
          </w:tcPr>
          <w:p w14:paraId="009EE006" w14:textId="77777777" w:rsidR="003B5451" w:rsidRPr="00B824DE" w:rsidRDefault="003B5451" w:rsidP="003B5451">
            <w:pPr>
              <w:pStyle w:val="PHETTableHeading"/>
              <w:rPr>
                <w:b w:val="0"/>
              </w:rPr>
            </w:pPr>
            <w:r w:rsidRPr="00DE6466">
              <w:t>Atom 2</w:t>
            </w:r>
          </w:p>
        </w:tc>
        <w:tc>
          <w:tcPr>
            <w:tcW w:w="5118" w:type="dxa"/>
          </w:tcPr>
          <w:p w14:paraId="6A04F59B" w14:textId="77777777" w:rsidR="003B5451" w:rsidRPr="00B824DE" w:rsidRDefault="003B5451" w:rsidP="003B5451">
            <w:pPr>
              <w:pStyle w:val="PHETTableHeading"/>
              <w:rPr>
                <w:b w:val="0"/>
              </w:rPr>
            </w:pPr>
            <w:r w:rsidRPr="00DE6466">
              <w:t>Relationship between atom 1 and atom 2</w:t>
            </w:r>
          </w:p>
        </w:tc>
      </w:tr>
      <w:tr w:rsidR="003B5451" w14:paraId="4135E2E5" w14:textId="77777777" w:rsidTr="00B56CC0">
        <w:tc>
          <w:tcPr>
            <w:tcW w:w="1956" w:type="dxa"/>
            <w:vAlign w:val="center"/>
          </w:tcPr>
          <w:p w14:paraId="098B4F27" w14:textId="41BE9D9C" w:rsidR="003B5451" w:rsidRPr="006D33E0" w:rsidRDefault="003B5451" w:rsidP="003B5451">
            <w:pPr>
              <w:pStyle w:val="PHETTableTextBody"/>
            </w:pPr>
            <w:r>
              <w:rPr>
                <w:noProof/>
              </w:rPr>
              <w:drawing>
                <wp:inline distT="0" distB="0" distL="0" distR="0" wp14:anchorId="3AE28BCB" wp14:editId="416E5BA5">
                  <wp:extent cx="450850" cy="450850"/>
                  <wp:effectExtent l="0" t="0" r="0" b="6350"/>
                  <wp:docPr id="2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  <w:vAlign w:val="center"/>
          </w:tcPr>
          <w:p w14:paraId="40683D25" w14:textId="1E9CD423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019C317" wp14:editId="2D9DED14">
                  <wp:extent cx="450850" cy="450850"/>
                  <wp:effectExtent l="0" t="0" r="0" b="6350"/>
                  <wp:docPr id="2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8" w:type="dxa"/>
          </w:tcPr>
          <w:p w14:paraId="79FE9432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34A6B5A" wp14:editId="6905377B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34925</wp:posOffset>
                      </wp:positionV>
                      <wp:extent cx="100584" cy="100584"/>
                      <wp:effectExtent l="0" t="0" r="13970" b="1397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5FA94" id="Rectangle 3" o:spid="_x0000_s1026" style="position:absolute;margin-left:1.55pt;margin-top:2.75pt;width:7.9pt;height:7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" fillcolor="white [3201]" strokecolor="black [3200]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B824DE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 w:rsidRPr="0065398B">
              <w:t xml:space="preserve">Isotopes </w:t>
            </w:r>
          </w:p>
          <w:p w14:paraId="3688479D" w14:textId="77777777" w:rsidR="003B5451" w:rsidRPr="00B824DE" w:rsidRDefault="003B5451" w:rsidP="003B5451">
            <w:pPr>
              <w:pStyle w:val="PHETTableTextBody"/>
              <w:jc w:val="left"/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82E5715" wp14:editId="74CF7B98">
                      <wp:simplePos x="0" y="0"/>
                      <wp:positionH relativeFrom="column">
                        <wp:posOffset>18566</wp:posOffset>
                      </wp:positionH>
                      <wp:positionV relativeFrom="paragraph">
                        <wp:posOffset>30944</wp:posOffset>
                      </wp:positionV>
                      <wp:extent cx="100584" cy="100584"/>
                      <wp:effectExtent l="0" t="0" r="13970" b="139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93B21" id="Rectangle 4" o:spid="_x0000_s1026" style="position:absolute;margin-left:1.45pt;margin-top:2.45pt;width:7.9pt;height:7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B824DE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S</w:t>
            </w:r>
            <w:r w:rsidRPr="0065398B">
              <w:t xml:space="preserve">ame </w:t>
            </w:r>
            <w:r>
              <w:t>A</w:t>
            </w:r>
            <w:r w:rsidRPr="0065398B">
              <w:t xml:space="preserve">tom, </w:t>
            </w:r>
            <w:r>
              <w:t>N</w:t>
            </w:r>
            <w:r w:rsidRPr="0065398B">
              <w:t xml:space="preserve">ot </w:t>
            </w:r>
            <w:r>
              <w:t>I</w:t>
            </w:r>
            <w:r w:rsidRPr="0065398B">
              <w:t>sotopes o</w:t>
            </w:r>
            <w:r w:rsidRPr="00906254">
              <w:t xml:space="preserve">f </w:t>
            </w:r>
            <w:r>
              <w:t>E</w:t>
            </w:r>
            <w:r w:rsidRPr="00B824DE">
              <w:t xml:space="preserve">ach </w:t>
            </w:r>
            <w:r>
              <w:t>O</w:t>
            </w:r>
            <w:r w:rsidRPr="00B824DE">
              <w:t>ther</w:t>
            </w:r>
          </w:p>
          <w:p w14:paraId="253018D8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6C5748C" wp14:editId="70150249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40469</wp:posOffset>
                      </wp:positionV>
                      <wp:extent cx="100584" cy="100584"/>
                      <wp:effectExtent l="0" t="0" r="13970" b="1397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E41B1" id="Rectangle 5" o:spid="_x0000_s1026" style="position:absolute;margin-left:1.45pt;margin-top:3.2pt;width:7.9pt;height:7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" fillcolor="window" strokecolor="windowText" strokeweight=".25pt"/>
                  </w:pict>
                </mc:Fallback>
              </mc:AlternateContent>
            </w:r>
            <w:r>
              <w:rPr>
                <w:rFonts w:cs="Minion Pro SmBd Ital"/>
              </w:rPr>
              <w:t xml:space="preserve">      </w:t>
            </w:r>
            <w:r>
              <w:t>D</w:t>
            </w:r>
            <w:r w:rsidRPr="0065398B">
              <w:t xml:space="preserve">ifferent </w:t>
            </w:r>
            <w:r>
              <w:t>E</w:t>
            </w:r>
            <w:r w:rsidRPr="0065398B">
              <w:t>lement</w:t>
            </w:r>
          </w:p>
        </w:tc>
      </w:tr>
      <w:tr w:rsidR="003B5451" w14:paraId="1AE05451" w14:textId="77777777" w:rsidTr="00B56CC0">
        <w:tc>
          <w:tcPr>
            <w:tcW w:w="1956" w:type="dxa"/>
            <w:vAlign w:val="center"/>
          </w:tcPr>
          <w:p w14:paraId="4B4E4F85" w14:textId="77777777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 w:rsidRPr="006D33E0">
              <w:t>Carbon-12</w:t>
            </w:r>
          </w:p>
        </w:tc>
        <w:tc>
          <w:tcPr>
            <w:tcW w:w="2664" w:type="dxa"/>
            <w:vAlign w:val="center"/>
          </w:tcPr>
          <w:p w14:paraId="164D837A" w14:textId="196919A8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75E02C1" wp14:editId="76759F31">
                  <wp:extent cx="450850" cy="450850"/>
                  <wp:effectExtent l="0" t="0" r="0" b="6350"/>
                  <wp:docPr id="2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8" w:type="dxa"/>
          </w:tcPr>
          <w:p w14:paraId="36B990D9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105AC25" wp14:editId="01A9EA93">
                      <wp:simplePos x="0" y="0"/>
                      <wp:positionH relativeFrom="column">
                        <wp:posOffset>20130</wp:posOffset>
                      </wp:positionH>
                      <wp:positionV relativeFrom="paragraph">
                        <wp:posOffset>37134</wp:posOffset>
                      </wp:positionV>
                      <wp:extent cx="100584" cy="100584"/>
                      <wp:effectExtent l="0" t="0" r="13970" b="139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FA9C6" id="Rectangle 6" o:spid="_x0000_s1026" style="position:absolute;margin-left:1.6pt;margin-top:2.9pt;width:7.9pt;height:7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" fillcolor="window" strokecolor="windowText" strokeweight=".25pt"/>
                  </w:pict>
                </mc:Fallback>
              </mc:AlternateContent>
            </w:r>
            <w:r>
              <w:rPr>
                <w:rFonts w:cs="Minion Pro SmBd Ital"/>
              </w:rPr>
              <w:t xml:space="preserve">      </w:t>
            </w:r>
            <w:r w:rsidRPr="0065398B">
              <w:t xml:space="preserve">Isotopes </w:t>
            </w:r>
          </w:p>
          <w:p w14:paraId="07F6B126" w14:textId="77777777" w:rsidR="003B5451" w:rsidRPr="002F2426" w:rsidRDefault="003B5451" w:rsidP="003B5451">
            <w:pPr>
              <w:pStyle w:val="PHETTableTextBody"/>
              <w:jc w:val="left"/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E98C8DD" wp14:editId="765EC0B7">
                      <wp:simplePos x="0" y="0"/>
                      <wp:positionH relativeFrom="column">
                        <wp:posOffset>18566</wp:posOffset>
                      </wp:positionH>
                      <wp:positionV relativeFrom="paragraph">
                        <wp:posOffset>34594</wp:posOffset>
                      </wp:positionV>
                      <wp:extent cx="100584" cy="100584"/>
                      <wp:effectExtent l="0" t="0" r="13970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9F0C1F" id="Rectangle 7" o:spid="_x0000_s1026" style="position:absolute;margin-left:1.45pt;margin-top:2.7pt;width:7.9pt;height:7.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B824DE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S</w:t>
            </w:r>
            <w:r w:rsidRPr="0065398B">
              <w:t xml:space="preserve">ame </w:t>
            </w:r>
            <w:r>
              <w:t>A</w:t>
            </w:r>
            <w:r w:rsidRPr="0065398B">
              <w:t xml:space="preserve">tom, </w:t>
            </w:r>
            <w:r>
              <w:t>N</w:t>
            </w:r>
            <w:r w:rsidRPr="0065398B">
              <w:t xml:space="preserve">ot </w:t>
            </w:r>
            <w:r>
              <w:t>I</w:t>
            </w:r>
            <w:r w:rsidRPr="0065398B">
              <w:t>sotopes o</w:t>
            </w:r>
            <w:r w:rsidRPr="002F2426">
              <w:t xml:space="preserve">f </w:t>
            </w:r>
            <w:r>
              <w:t>E</w:t>
            </w:r>
            <w:r w:rsidRPr="002F2426">
              <w:t xml:space="preserve">ach </w:t>
            </w:r>
            <w:r>
              <w:t>O</w:t>
            </w:r>
            <w:r w:rsidRPr="002F2426">
              <w:t>ther</w:t>
            </w:r>
          </w:p>
          <w:p w14:paraId="1DF6A9E4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C143095" wp14:editId="1D988099">
                      <wp:simplePos x="0" y="0"/>
                      <wp:positionH relativeFrom="column">
                        <wp:posOffset>18566</wp:posOffset>
                      </wp:positionH>
                      <wp:positionV relativeFrom="paragraph">
                        <wp:posOffset>26500</wp:posOffset>
                      </wp:positionV>
                      <wp:extent cx="100584" cy="100584"/>
                      <wp:effectExtent l="0" t="0" r="13970" b="139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CE18C" id="Rectangle 8" o:spid="_x0000_s1026" style="position:absolute;margin-left:1.45pt;margin-top:2.1pt;width:7.9pt;height:7.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2F2426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D</w:t>
            </w:r>
            <w:r w:rsidRPr="0065398B">
              <w:t xml:space="preserve">ifferent </w:t>
            </w:r>
            <w:r>
              <w:t>E</w:t>
            </w:r>
            <w:r w:rsidRPr="0065398B">
              <w:t>lement</w:t>
            </w:r>
          </w:p>
        </w:tc>
      </w:tr>
      <w:tr w:rsidR="003B5451" w14:paraId="45555DED" w14:textId="77777777" w:rsidTr="00B56CC0">
        <w:tc>
          <w:tcPr>
            <w:tcW w:w="1956" w:type="dxa"/>
            <w:vAlign w:val="center"/>
          </w:tcPr>
          <w:p w14:paraId="2B0F5BA7" w14:textId="77777777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 w:rsidRPr="006D33E0">
              <w:t>Argon-40</w:t>
            </w:r>
          </w:p>
        </w:tc>
        <w:tc>
          <w:tcPr>
            <w:tcW w:w="2664" w:type="dxa"/>
            <w:vAlign w:val="center"/>
          </w:tcPr>
          <w:p w14:paraId="073BE04D" w14:textId="77777777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 w:rsidRPr="006D33E0">
              <w:t>Argon-41</w:t>
            </w:r>
          </w:p>
        </w:tc>
        <w:tc>
          <w:tcPr>
            <w:tcW w:w="5118" w:type="dxa"/>
          </w:tcPr>
          <w:p w14:paraId="1F189A27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E8A3775" wp14:editId="177E8775">
                      <wp:simplePos x="0" y="0"/>
                      <wp:positionH relativeFrom="column">
                        <wp:posOffset>20130</wp:posOffset>
                      </wp:positionH>
                      <wp:positionV relativeFrom="paragraph">
                        <wp:posOffset>34120</wp:posOffset>
                      </wp:positionV>
                      <wp:extent cx="100584" cy="100584"/>
                      <wp:effectExtent l="0" t="0" r="13970" b="1397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15CA9" id="Rectangle 9" o:spid="_x0000_s1026" style="position:absolute;margin-left:1.6pt;margin-top:2.7pt;width:7.9pt;height:7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" fillcolor="window" strokecolor="windowText" strokeweight=".25pt"/>
                  </w:pict>
                </mc:Fallback>
              </mc:AlternateContent>
            </w:r>
            <w:r>
              <w:rPr>
                <w:rFonts w:cs="Minion Pro SmBd Ital"/>
              </w:rPr>
              <w:t xml:space="preserve">      </w:t>
            </w:r>
            <w:r w:rsidRPr="0065398B">
              <w:t xml:space="preserve">Isotopes </w:t>
            </w:r>
          </w:p>
          <w:p w14:paraId="0DDE9C25" w14:textId="77777777" w:rsidR="003B5451" w:rsidRPr="002F2426" w:rsidRDefault="003B5451" w:rsidP="003B5451">
            <w:pPr>
              <w:pStyle w:val="PHETTableTextBody"/>
              <w:jc w:val="left"/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C1F4208" wp14:editId="06352565">
                      <wp:simplePos x="0" y="0"/>
                      <wp:positionH relativeFrom="column">
                        <wp:posOffset>18566</wp:posOffset>
                      </wp:positionH>
                      <wp:positionV relativeFrom="paragraph">
                        <wp:posOffset>28916</wp:posOffset>
                      </wp:positionV>
                      <wp:extent cx="100584" cy="100584"/>
                      <wp:effectExtent l="0" t="0" r="13970" b="1397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013D9" id="Rectangle 10" o:spid="_x0000_s1026" style="position:absolute;margin-left:1.45pt;margin-top:2.3pt;width:7.9pt;height:7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B824DE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S</w:t>
            </w:r>
            <w:r w:rsidRPr="0065398B">
              <w:t xml:space="preserve">ame </w:t>
            </w:r>
            <w:r>
              <w:t>A</w:t>
            </w:r>
            <w:r w:rsidRPr="0065398B">
              <w:t xml:space="preserve">tom, </w:t>
            </w:r>
            <w:r>
              <w:t>N</w:t>
            </w:r>
            <w:r w:rsidRPr="0065398B">
              <w:t xml:space="preserve">ot </w:t>
            </w:r>
            <w:r>
              <w:t>I</w:t>
            </w:r>
            <w:r w:rsidRPr="0065398B">
              <w:t>sotopes o</w:t>
            </w:r>
            <w:r w:rsidRPr="002F2426">
              <w:t xml:space="preserve">f </w:t>
            </w:r>
            <w:r>
              <w:t>E</w:t>
            </w:r>
            <w:r w:rsidRPr="002F2426">
              <w:t xml:space="preserve">ach </w:t>
            </w:r>
            <w:r>
              <w:t>O</w:t>
            </w:r>
            <w:r w:rsidRPr="002F2426">
              <w:t>ther</w:t>
            </w:r>
          </w:p>
          <w:p w14:paraId="3018DFFB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FE84A2A" wp14:editId="4D72091F">
                      <wp:simplePos x="0" y="0"/>
                      <wp:positionH relativeFrom="column">
                        <wp:posOffset>18566</wp:posOffset>
                      </wp:positionH>
                      <wp:positionV relativeFrom="paragraph">
                        <wp:posOffset>28281</wp:posOffset>
                      </wp:positionV>
                      <wp:extent cx="100584" cy="100584"/>
                      <wp:effectExtent l="0" t="0" r="13970" b="1397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05A8E" id="Rectangle 11" o:spid="_x0000_s1026" style="position:absolute;margin-left:1.45pt;margin-top:2.25pt;width:7.9pt;height:7.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2F2426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D</w:t>
            </w:r>
            <w:r w:rsidRPr="0065398B">
              <w:t xml:space="preserve">ifferent </w:t>
            </w:r>
            <w:r>
              <w:t>E</w:t>
            </w:r>
            <w:r w:rsidRPr="0065398B">
              <w:t>lement</w:t>
            </w:r>
          </w:p>
        </w:tc>
      </w:tr>
      <w:tr w:rsidR="003B5451" w14:paraId="4EC9E07C" w14:textId="77777777" w:rsidTr="00B56CC0">
        <w:tc>
          <w:tcPr>
            <w:tcW w:w="1956" w:type="dxa"/>
            <w:vAlign w:val="center"/>
          </w:tcPr>
          <w:p w14:paraId="77011A58" w14:textId="3F2A2C4A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C9C5ED6" wp14:editId="0DC7A5A4">
                  <wp:extent cx="424815" cy="450850"/>
                  <wp:effectExtent l="0" t="0" r="0" b="6350"/>
                  <wp:docPr id="2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  <w:vAlign w:val="center"/>
          </w:tcPr>
          <w:p w14:paraId="005CAC97" w14:textId="77777777" w:rsidR="003B5451" w:rsidRPr="006F22A6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>
              <w:t>Boron-10</w:t>
            </w:r>
          </w:p>
        </w:tc>
        <w:tc>
          <w:tcPr>
            <w:tcW w:w="5118" w:type="dxa"/>
          </w:tcPr>
          <w:p w14:paraId="7E55D1D4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AD4B844" wp14:editId="3DADBF8D">
                      <wp:simplePos x="0" y="0"/>
                      <wp:positionH relativeFrom="column">
                        <wp:posOffset>20130</wp:posOffset>
                      </wp:positionH>
                      <wp:positionV relativeFrom="paragraph">
                        <wp:posOffset>37768</wp:posOffset>
                      </wp:positionV>
                      <wp:extent cx="100584" cy="100584"/>
                      <wp:effectExtent l="0" t="0" r="13970" b="139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E1E92" id="Rectangle 12" o:spid="_x0000_s1026" style="position:absolute;margin-left:1.6pt;margin-top:2.95pt;width:7.9pt;height:7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" fillcolor="window" strokecolor="windowText" strokeweight=".25pt"/>
                  </w:pict>
                </mc:Fallback>
              </mc:AlternateContent>
            </w:r>
            <w:r>
              <w:rPr>
                <w:rFonts w:cs="Minion Pro SmBd Ital"/>
              </w:rPr>
              <w:t xml:space="preserve">      </w:t>
            </w:r>
            <w:r w:rsidRPr="0065398B">
              <w:t xml:space="preserve">Isotopes </w:t>
            </w:r>
          </w:p>
          <w:p w14:paraId="3D5F9BF7" w14:textId="77777777" w:rsidR="003B5451" w:rsidRPr="002F2426" w:rsidRDefault="003B5451" w:rsidP="003B5451">
            <w:pPr>
              <w:pStyle w:val="PHETTableTextBody"/>
              <w:jc w:val="left"/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4D9A5C90" wp14:editId="35DDE01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42228</wp:posOffset>
                      </wp:positionV>
                      <wp:extent cx="100584" cy="100584"/>
                      <wp:effectExtent l="0" t="0" r="13970" b="1397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E08B9" id="Rectangle 13" o:spid="_x0000_s1026" style="position:absolute;margin-left:1.45pt;margin-top:3.35pt;width:7.9pt;height:7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B824DE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S</w:t>
            </w:r>
            <w:r w:rsidRPr="0065398B">
              <w:t xml:space="preserve">ame </w:t>
            </w:r>
            <w:r>
              <w:t>A</w:t>
            </w:r>
            <w:r w:rsidRPr="0065398B">
              <w:t xml:space="preserve">tom, </w:t>
            </w:r>
            <w:r>
              <w:t>N</w:t>
            </w:r>
            <w:r w:rsidRPr="0065398B">
              <w:t xml:space="preserve">ot </w:t>
            </w:r>
            <w:r>
              <w:t>I</w:t>
            </w:r>
            <w:r w:rsidRPr="0065398B">
              <w:t>sotopes o</w:t>
            </w:r>
            <w:r w:rsidRPr="002F2426">
              <w:t xml:space="preserve">f </w:t>
            </w:r>
            <w:r>
              <w:t>E</w:t>
            </w:r>
            <w:r w:rsidRPr="002F2426">
              <w:t xml:space="preserve">ach </w:t>
            </w:r>
            <w:r>
              <w:t>O</w:t>
            </w:r>
            <w:r w:rsidRPr="002F2426">
              <w:t>ther</w:t>
            </w:r>
          </w:p>
          <w:p w14:paraId="17EF34D0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1BE9F1A0" wp14:editId="78E74DDB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33020</wp:posOffset>
                      </wp:positionV>
                      <wp:extent cx="100584" cy="100584"/>
                      <wp:effectExtent l="0" t="0" r="13970" b="139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BEE7D" id="Rectangle 14" o:spid="_x0000_s1026" style="position:absolute;margin-left:1.45pt;margin-top:2.6pt;width:7.9pt;height:7.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2F2426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D</w:t>
            </w:r>
            <w:r w:rsidRPr="0065398B">
              <w:t xml:space="preserve">ifferent </w:t>
            </w:r>
            <w:r>
              <w:t>E</w:t>
            </w:r>
            <w:r w:rsidRPr="0065398B">
              <w:t>lement</w:t>
            </w:r>
          </w:p>
        </w:tc>
      </w:tr>
      <w:tr w:rsidR="003B5451" w14:paraId="0B0C30ED" w14:textId="77777777" w:rsidTr="00B56CC0">
        <w:tc>
          <w:tcPr>
            <w:tcW w:w="1956" w:type="dxa"/>
            <w:vAlign w:val="center"/>
          </w:tcPr>
          <w:p w14:paraId="31B5D57B" w14:textId="77777777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>
              <w:t>An a</w:t>
            </w:r>
            <w:r w:rsidRPr="006D33E0">
              <w:t>tom with 13 protons and 13 neutrons</w:t>
            </w:r>
          </w:p>
        </w:tc>
        <w:tc>
          <w:tcPr>
            <w:tcW w:w="2664" w:type="dxa"/>
            <w:vAlign w:val="center"/>
          </w:tcPr>
          <w:p w14:paraId="27CBA0C2" w14:textId="77777777" w:rsidR="003B5451" w:rsidRPr="006D33E0" w:rsidRDefault="003B5451" w:rsidP="003B5451">
            <w:pPr>
              <w:pStyle w:val="PHETTableTextBody"/>
              <w:rPr>
                <w:i/>
                <w:iCs/>
                <w:szCs w:val="22"/>
              </w:rPr>
            </w:pPr>
            <w:r>
              <w:t>An a</w:t>
            </w:r>
            <w:r w:rsidRPr="006D33E0">
              <w:t>tom with 1</w:t>
            </w:r>
            <w:r>
              <w:t>4</w:t>
            </w:r>
            <w:r w:rsidRPr="006D33E0">
              <w:t xml:space="preserve"> protons and 1</w:t>
            </w:r>
            <w:r>
              <w:t>3</w:t>
            </w:r>
            <w:r w:rsidRPr="006D33E0">
              <w:t xml:space="preserve"> neutrons</w:t>
            </w:r>
          </w:p>
        </w:tc>
        <w:tc>
          <w:tcPr>
            <w:tcW w:w="5118" w:type="dxa"/>
          </w:tcPr>
          <w:p w14:paraId="49E2FA7B" w14:textId="77777777" w:rsidR="003B5451" w:rsidRPr="00B824DE" w:rsidRDefault="003B5451" w:rsidP="003B5451">
            <w:pPr>
              <w:pStyle w:val="PHETTableTextBody"/>
              <w:jc w:val="left"/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CA2B661" wp14:editId="693B8FC3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34290</wp:posOffset>
                      </wp:positionV>
                      <wp:extent cx="100584" cy="100584"/>
                      <wp:effectExtent l="0" t="0" r="13970" b="1397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14D50" id="Rectangle 15" o:spid="_x0000_s1026" style="position:absolute;margin-left:1.6pt;margin-top:2.7pt;width:7.9pt;height:7.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" fillcolor="window" strokecolor="windowText" strokeweight=".25pt"/>
                  </w:pict>
                </mc:Fallback>
              </mc:AlternateContent>
            </w:r>
            <w:r>
              <w:rPr>
                <w:rFonts w:cs="Minion Pro SmBd Ital"/>
              </w:rPr>
              <w:t xml:space="preserve">      </w:t>
            </w:r>
            <w:r w:rsidRPr="0065398B">
              <w:t xml:space="preserve">Isotopes </w:t>
            </w:r>
          </w:p>
          <w:p w14:paraId="23B02FE1" w14:textId="77777777" w:rsidR="003B5451" w:rsidRPr="002F2426" w:rsidRDefault="003B5451" w:rsidP="003B5451">
            <w:pPr>
              <w:pStyle w:val="PHETTableTextBody"/>
              <w:jc w:val="left"/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2D071497" wp14:editId="03ADBC27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30480</wp:posOffset>
                      </wp:positionV>
                      <wp:extent cx="100584" cy="100584"/>
                      <wp:effectExtent l="0" t="0" r="13970" b="1397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85353" id="Rectangle 16" o:spid="_x0000_s1026" style="position:absolute;margin-left:1.55pt;margin-top:2.4pt;width:7.9pt;height:7.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" fillcolor="window" strokecolor="windowText" strokeweight=".25pt"/>
                  </w:pict>
                </mc:Fallback>
              </mc:AlternateContent>
            </w:r>
            <w:r>
              <w:rPr>
                <w:rFonts w:cs="Minion Pro SmBd Ital"/>
              </w:rPr>
              <w:t xml:space="preserve">      </w:t>
            </w:r>
            <w:r>
              <w:t>S</w:t>
            </w:r>
            <w:r w:rsidRPr="0065398B">
              <w:t xml:space="preserve">ame </w:t>
            </w:r>
            <w:r>
              <w:t>A</w:t>
            </w:r>
            <w:r w:rsidRPr="0065398B">
              <w:t xml:space="preserve">tom, </w:t>
            </w:r>
            <w:r>
              <w:t>N</w:t>
            </w:r>
            <w:r w:rsidRPr="0065398B">
              <w:t xml:space="preserve">ot </w:t>
            </w:r>
            <w:r>
              <w:t>I</w:t>
            </w:r>
            <w:r w:rsidRPr="0065398B">
              <w:t>sotopes o</w:t>
            </w:r>
            <w:r w:rsidRPr="002F2426">
              <w:t xml:space="preserve">f </w:t>
            </w:r>
            <w:r>
              <w:t>E</w:t>
            </w:r>
            <w:r w:rsidRPr="002F2426">
              <w:t xml:space="preserve">ach </w:t>
            </w:r>
            <w:r>
              <w:t>O</w:t>
            </w:r>
            <w:r w:rsidRPr="002F2426">
              <w:t>ther</w:t>
            </w:r>
          </w:p>
          <w:p w14:paraId="3929937F" w14:textId="77777777" w:rsidR="003B5451" w:rsidRPr="00906254" w:rsidRDefault="003B5451" w:rsidP="003B5451">
            <w:pPr>
              <w:pStyle w:val="PHETTableTextBody"/>
              <w:jc w:val="left"/>
              <w:rPr>
                <w:szCs w:val="22"/>
              </w:rPr>
            </w:pPr>
            <w:r w:rsidRPr="00B824DE">
              <w:rPr>
                <w:rFonts w:ascii="Segoe UI Symbol" w:hAnsi="Segoe UI Symbol" w:cs="Segoe UI Symbo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3B17C8BC" wp14:editId="1A7CA05A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33655</wp:posOffset>
                      </wp:positionV>
                      <wp:extent cx="100584" cy="100584"/>
                      <wp:effectExtent l="0" t="0" r="13970" b="1397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" cy="1005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EFE67" id="Rectangle 17" o:spid="_x0000_s1026" style="position:absolute;margin-left:1.55pt;margin-top:2.65pt;width:7.9pt;height:7.9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" fillcolor="window" strokecolor="windowText" strokeweight=".25pt"/>
                  </w:pict>
                </mc:Fallback>
              </mc:AlternateContent>
            </w:r>
            <w:r>
              <w:rPr>
                <w:rFonts w:ascii="Segoe UI Symbol" w:hAnsi="Segoe UI Symbol" w:cs="Segoe UI Symbol"/>
              </w:rPr>
              <w:t xml:space="preserve">   </w:t>
            </w:r>
            <w:r w:rsidRPr="002F2426">
              <w:rPr>
                <w:rFonts w:cs="Minion Pro SmBd Ital"/>
              </w:rPr>
              <w:t xml:space="preserve"> </w:t>
            </w:r>
            <w:r>
              <w:rPr>
                <w:rFonts w:cs="Minion Pro SmBd Ital"/>
              </w:rPr>
              <w:t xml:space="preserve">  </w:t>
            </w:r>
            <w:r>
              <w:t>D</w:t>
            </w:r>
            <w:r w:rsidRPr="0065398B">
              <w:t xml:space="preserve">ifferent </w:t>
            </w:r>
            <w:r>
              <w:t>E</w:t>
            </w:r>
            <w:r w:rsidRPr="0065398B">
              <w:t>lement</w:t>
            </w:r>
          </w:p>
        </w:tc>
      </w:tr>
    </w:tbl>
    <w:p w14:paraId="6DBDBA01" w14:textId="77777777" w:rsidR="003B5451" w:rsidRDefault="003B5451" w:rsidP="003B5451">
      <w:pPr>
        <w:rPr>
          <w:rFonts w:ascii="Arial" w:eastAsiaTheme="minorEastAsia" w:hAnsi="Arial" w:cs="Arial"/>
          <w:lang w:eastAsia="ja-JP"/>
        </w:rPr>
      </w:pPr>
    </w:p>
    <w:p w14:paraId="351238F5" w14:textId="77777777" w:rsidR="004E66BE" w:rsidRPr="00B824DE" w:rsidRDefault="004E66BE" w:rsidP="00B824DE">
      <w:pPr>
        <w:pStyle w:val="Default"/>
      </w:pPr>
    </w:p>
    <w:p w14:paraId="117C9B21" w14:textId="73D54A3D" w:rsidR="007B3BE6" w:rsidRDefault="003B5451" w:rsidP="007B3BE6">
      <w:pPr>
        <w:pStyle w:val="PHETHeading"/>
      </w:pPr>
      <w:r>
        <w:br w:type="column"/>
      </w:r>
      <w:r w:rsidR="008934E7">
        <w:lastRenderedPageBreak/>
        <w:t>EXERCISES</w:t>
      </w:r>
    </w:p>
    <w:p w14:paraId="65D4993F" w14:textId="74552DAF" w:rsidR="00A71F27" w:rsidRDefault="005D0175" w:rsidP="00B56CC0">
      <w:pPr>
        <w:pStyle w:val="PHETNumberBody"/>
        <w:ind w:hanging="450"/>
      </w:pPr>
      <w:r w:rsidRPr="00CB46F7">
        <w:t>The periodic table has a great deal of information about every at</w:t>
      </w:r>
      <w:r w:rsidR="00A71F27">
        <w:t>om.  Using your periodic table, answer the following questions</w:t>
      </w:r>
      <w:r w:rsidRPr="00CB46F7">
        <w:t>:</w:t>
      </w:r>
    </w:p>
    <w:p w14:paraId="2807FBE7" w14:textId="77777777" w:rsidR="00A71F27" w:rsidRPr="00A71F27" w:rsidRDefault="00A71F27" w:rsidP="00A71F27"/>
    <w:p w14:paraId="5557839D" w14:textId="77777777" w:rsidR="005D0175" w:rsidRPr="00B824DE" w:rsidRDefault="005D0175" w:rsidP="004A2A35">
      <w:pPr>
        <w:pStyle w:val="Default"/>
        <w:numPr>
          <w:ilvl w:val="0"/>
          <w:numId w:val="8"/>
        </w:numPr>
        <w:spacing w:line="260" w:lineRule="exact"/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What is the atomic number of chlorine (Cl)? _____</w:t>
      </w:r>
    </w:p>
    <w:p w14:paraId="19610ECE" w14:textId="77777777" w:rsidR="005D0175" w:rsidRPr="00B824DE" w:rsidRDefault="005D0175" w:rsidP="00A71F27">
      <w:pPr>
        <w:pStyle w:val="Default"/>
        <w:spacing w:line="260" w:lineRule="exact"/>
        <w:rPr>
          <w:rFonts w:asciiTheme="minorHAnsi" w:hAnsiTheme="minorHAnsi"/>
        </w:rPr>
      </w:pPr>
    </w:p>
    <w:p w14:paraId="3B81B679" w14:textId="692785B6" w:rsidR="005D0175" w:rsidRPr="00B824DE" w:rsidRDefault="007B3BE6" w:rsidP="004A2A35">
      <w:pPr>
        <w:pStyle w:val="Default"/>
        <w:numPr>
          <w:ilvl w:val="0"/>
          <w:numId w:val="8"/>
        </w:numPr>
        <w:spacing w:line="260" w:lineRule="exact"/>
        <w:ind w:left="810"/>
        <w:rPr>
          <w:rFonts w:asciiTheme="minorHAnsi" w:hAnsiTheme="minorHAnsi"/>
        </w:rPr>
      </w:pPr>
      <w:r>
        <w:rPr>
          <w:rFonts w:asciiTheme="minorHAnsi" w:hAnsiTheme="minorHAnsi"/>
        </w:rPr>
        <w:t>What is the atomic number of t</w:t>
      </w:r>
      <w:r w:rsidR="005D0175" w:rsidRPr="00B824DE">
        <w:rPr>
          <w:rFonts w:asciiTheme="minorHAnsi" w:hAnsiTheme="minorHAnsi"/>
        </w:rPr>
        <w:t>ungsten (W)? _____</w:t>
      </w:r>
    </w:p>
    <w:p w14:paraId="7A421E4A" w14:textId="77777777" w:rsidR="005D0175" w:rsidRPr="00B824DE" w:rsidRDefault="005D0175" w:rsidP="00A71F27">
      <w:pPr>
        <w:pStyle w:val="Default"/>
        <w:spacing w:line="260" w:lineRule="exact"/>
        <w:rPr>
          <w:rFonts w:asciiTheme="minorHAnsi" w:hAnsiTheme="minorHAnsi"/>
        </w:rPr>
      </w:pPr>
    </w:p>
    <w:p w14:paraId="5590F105" w14:textId="77777777" w:rsidR="005D0175" w:rsidRPr="00B824DE" w:rsidRDefault="005D0175" w:rsidP="004A2A35">
      <w:pPr>
        <w:pStyle w:val="Default"/>
        <w:numPr>
          <w:ilvl w:val="0"/>
          <w:numId w:val="8"/>
        </w:numPr>
        <w:spacing w:line="260" w:lineRule="exact"/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How many protons are there in any Cl atom?_____</w:t>
      </w:r>
    </w:p>
    <w:p w14:paraId="347B3BA3" w14:textId="77777777" w:rsidR="005D0175" w:rsidRPr="00B824DE" w:rsidRDefault="005D0175" w:rsidP="00A71F27">
      <w:pPr>
        <w:pStyle w:val="Default"/>
        <w:spacing w:line="260" w:lineRule="exact"/>
        <w:rPr>
          <w:rFonts w:asciiTheme="minorHAnsi" w:hAnsiTheme="minorHAnsi"/>
        </w:rPr>
      </w:pPr>
    </w:p>
    <w:p w14:paraId="76ABA87D" w14:textId="77777777" w:rsidR="005D0175" w:rsidRPr="00B824DE" w:rsidRDefault="005D0175" w:rsidP="004A2A35">
      <w:pPr>
        <w:pStyle w:val="Default"/>
        <w:numPr>
          <w:ilvl w:val="0"/>
          <w:numId w:val="8"/>
        </w:numPr>
        <w:spacing w:line="260" w:lineRule="exact"/>
        <w:ind w:left="810"/>
        <w:rPr>
          <w:rFonts w:asciiTheme="minorHAnsi" w:hAnsiTheme="minorHAnsi"/>
        </w:rPr>
      </w:pPr>
      <w:r w:rsidRPr="00B824DE">
        <w:rPr>
          <w:rFonts w:asciiTheme="minorHAnsi" w:hAnsiTheme="minorHAnsi"/>
        </w:rPr>
        <w:t>How many protons are there in any Te atom? _____</w:t>
      </w:r>
    </w:p>
    <w:p w14:paraId="326BC02B" w14:textId="77777777" w:rsidR="005D0175" w:rsidRPr="00B824DE" w:rsidRDefault="005D0175" w:rsidP="00A71F27">
      <w:pPr>
        <w:pStyle w:val="Default"/>
        <w:spacing w:line="260" w:lineRule="exact"/>
        <w:rPr>
          <w:rFonts w:asciiTheme="minorHAnsi" w:hAnsiTheme="minorHAnsi"/>
        </w:rPr>
      </w:pPr>
    </w:p>
    <w:p w14:paraId="6AB7F5BB" w14:textId="66F86790" w:rsidR="005D0175" w:rsidRPr="00B824DE" w:rsidRDefault="009024E0" w:rsidP="004A2A35">
      <w:pPr>
        <w:pStyle w:val="Default"/>
        <w:numPr>
          <w:ilvl w:val="0"/>
          <w:numId w:val="8"/>
        </w:numPr>
        <w:spacing w:line="260" w:lineRule="exact"/>
        <w:ind w:left="810"/>
        <w:rPr>
          <w:rFonts w:asciiTheme="minorHAnsi" w:hAnsiTheme="minorHAnsi"/>
        </w:rPr>
      </w:pPr>
      <w:r>
        <w:rPr>
          <w:rFonts w:asciiTheme="minorHAnsi" w:hAnsiTheme="minorHAnsi"/>
        </w:rPr>
        <w:softHyphen/>
      </w:r>
      <w:r w:rsidR="001978DA">
        <w:rPr>
          <w:rFonts w:asciiTheme="minorHAnsi" w:hAnsiTheme="minorHAnsi"/>
        </w:rPr>
        <w:t xml:space="preserve">Can you tell from the </w:t>
      </w:r>
      <w:r w:rsidR="005D0175" w:rsidRPr="00B824DE">
        <w:rPr>
          <w:rFonts w:asciiTheme="minorHAnsi" w:hAnsiTheme="minorHAnsi"/>
        </w:rPr>
        <w:t>periodic table exactly how many neutrons are in an atom?</w:t>
      </w:r>
    </w:p>
    <w:p w14:paraId="2E5AE50C" w14:textId="77777777" w:rsidR="005D0175" w:rsidRPr="00CB46F7" w:rsidRDefault="005D0175" w:rsidP="00A71F27">
      <w:pPr>
        <w:pStyle w:val="Default"/>
        <w:spacing w:line="260" w:lineRule="exact"/>
      </w:pPr>
    </w:p>
    <w:p w14:paraId="6D8701C7" w14:textId="1AD8D278" w:rsidR="00056C81" w:rsidRPr="00712984" w:rsidRDefault="000410D8" w:rsidP="00B56CC0">
      <w:pPr>
        <w:pStyle w:val="PHETNumberBody"/>
        <w:ind w:hanging="450"/>
      </w:pPr>
      <w:r w:rsidRPr="000208A1">
        <w:t>Complete the following table:</w:t>
      </w:r>
    </w:p>
    <w:tbl>
      <w:tblPr>
        <w:tblStyle w:val="TableGrid"/>
        <w:tblW w:w="9630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1483"/>
        <w:gridCol w:w="1330"/>
        <w:gridCol w:w="1263"/>
        <w:gridCol w:w="1304"/>
        <w:gridCol w:w="1500"/>
        <w:gridCol w:w="1544"/>
        <w:gridCol w:w="1206"/>
      </w:tblGrid>
      <w:tr w:rsidR="005D0175" w:rsidRPr="00CB46F7" w14:paraId="546414C1" w14:textId="77777777" w:rsidTr="00B56CC0">
        <w:tc>
          <w:tcPr>
            <w:tcW w:w="1483" w:type="dxa"/>
            <w:vAlign w:val="center"/>
          </w:tcPr>
          <w:p w14:paraId="14E4EE11" w14:textId="77777777" w:rsidR="005D0175" w:rsidRPr="00CB46F7" w:rsidRDefault="005D0175" w:rsidP="00B824DE">
            <w:pPr>
              <w:pStyle w:val="PHETTableHeading"/>
              <w:rPr>
                <w:i/>
                <w:iCs/>
                <w:color w:val="243F60" w:themeColor="accent1" w:themeShade="7F"/>
              </w:rPr>
            </w:pPr>
            <w:r w:rsidRPr="00CB46F7">
              <w:t>Name</w:t>
            </w:r>
          </w:p>
        </w:tc>
        <w:tc>
          <w:tcPr>
            <w:tcW w:w="1330" w:type="dxa"/>
            <w:vAlign w:val="center"/>
          </w:tcPr>
          <w:p w14:paraId="2D8DC4CA" w14:textId="77777777" w:rsidR="005D0175" w:rsidRPr="00CB46F7" w:rsidRDefault="005D0175" w:rsidP="00B824DE">
            <w:pPr>
              <w:pStyle w:val="PHETTableHeading"/>
              <w:rPr>
                <w:i/>
                <w:iCs/>
                <w:color w:val="243F60" w:themeColor="accent1" w:themeShade="7F"/>
              </w:rPr>
            </w:pPr>
            <w:r w:rsidRPr="00CB46F7">
              <w:t>Symbol</w:t>
            </w:r>
          </w:p>
        </w:tc>
        <w:tc>
          <w:tcPr>
            <w:tcW w:w="1263" w:type="dxa"/>
            <w:vAlign w:val="center"/>
          </w:tcPr>
          <w:p w14:paraId="32C33F38" w14:textId="77777777" w:rsidR="005D0175" w:rsidRPr="00CB46F7" w:rsidRDefault="005D0175" w:rsidP="00B824DE">
            <w:pPr>
              <w:pStyle w:val="PHETTableHeading"/>
              <w:rPr>
                <w:i/>
                <w:iCs/>
                <w:color w:val="243F60" w:themeColor="accent1" w:themeShade="7F"/>
              </w:rPr>
            </w:pPr>
            <w:r w:rsidRPr="00CB46F7">
              <w:t>Atomic number</w:t>
            </w:r>
          </w:p>
        </w:tc>
        <w:tc>
          <w:tcPr>
            <w:tcW w:w="1304" w:type="dxa"/>
            <w:vAlign w:val="center"/>
          </w:tcPr>
          <w:p w14:paraId="075D05EA" w14:textId="77777777" w:rsidR="005D0175" w:rsidRPr="00CB46F7" w:rsidRDefault="005D0175" w:rsidP="00B824DE">
            <w:pPr>
              <w:pStyle w:val="PHETTableHeading"/>
              <w:rPr>
                <w:i/>
                <w:iCs/>
                <w:color w:val="243F60" w:themeColor="accent1" w:themeShade="7F"/>
              </w:rPr>
            </w:pPr>
            <w:r w:rsidRPr="00CB46F7">
              <w:t>Mass Number</w:t>
            </w:r>
          </w:p>
        </w:tc>
        <w:tc>
          <w:tcPr>
            <w:tcW w:w="1500" w:type="dxa"/>
            <w:vAlign w:val="center"/>
          </w:tcPr>
          <w:p w14:paraId="16B888D3" w14:textId="77777777" w:rsidR="005D0175" w:rsidRPr="00CB46F7" w:rsidRDefault="005D0175" w:rsidP="00B824DE">
            <w:pPr>
              <w:pStyle w:val="PHETTableHeading"/>
              <w:rPr>
                <w:i/>
                <w:iCs/>
                <w:color w:val="243F60" w:themeColor="accent1" w:themeShade="7F"/>
              </w:rPr>
            </w:pPr>
            <w:r w:rsidRPr="00CB46F7">
              <w:t>Number of neutrons</w:t>
            </w:r>
          </w:p>
        </w:tc>
        <w:tc>
          <w:tcPr>
            <w:tcW w:w="1544" w:type="dxa"/>
            <w:vAlign w:val="center"/>
          </w:tcPr>
          <w:p w14:paraId="4065BD93" w14:textId="77777777" w:rsidR="005D0175" w:rsidRPr="00CB46F7" w:rsidRDefault="005D0175" w:rsidP="00B824DE">
            <w:pPr>
              <w:pStyle w:val="PHETTableHeading"/>
              <w:rPr>
                <w:i/>
                <w:iCs/>
                <w:color w:val="243F60" w:themeColor="accent1" w:themeShade="7F"/>
              </w:rPr>
            </w:pPr>
            <w:r w:rsidRPr="00CB46F7">
              <w:t>Number of Electrons</w:t>
            </w:r>
          </w:p>
        </w:tc>
        <w:tc>
          <w:tcPr>
            <w:tcW w:w="1206" w:type="dxa"/>
            <w:vAlign w:val="center"/>
          </w:tcPr>
          <w:p w14:paraId="1A268FB7" w14:textId="224AB3D4" w:rsidR="005D0175" w:rsidRPr="00CB46F7" w:rsidRDefault="00056C81" w:rsidP="00B824DE">
            <w:pPr>
              <w:pStyle w:val="PHETTableHeading"/>
            </w:pPr>
            <w:r>
              <w:t>C</w:t>
            </w:r>
            <w:r w:rsidR="005D0175" w:rsidRPr="00CB46F7">
              <w:t>harge</w:t>
            </w:r>
          </w:p>
        </w:tc>
      </w:tr>
      <w:tr w:rsidR="005D0175" w:rsidRPr="00CB46F7" w14:paraId="7BDBF3A7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1E7D0F93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hydrogen-2</w:t>
            </w:r>
          </w:p>
        </w:tc>
        <w:tc>
          <w:tcPr>
            <w:tcW w:w="1330" w:type="dxa"/>
            <w:vAlign w:val="center"/>
          </w:tcPr>
          <w:p w14:paraId="3ECB3D9D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rPr>
                <w:vertAlign w:val="superscript"/>
              </w:rPr>
              <w:t>2</w:t>
            </w:r>
            <w:r w:rsidRPr="00CB46F7">
              <w:t>H</w:t>
            </w:r>
          </w:p>
        </w:tc>
        <w:tc>
          <w:tcPr>
            <w:tcW w:w="1263" w:type="dxa"/>
            <w:vAlign w:val="center"/>
          </w:tcPr>
          <w:p w14:paraId="16078741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</w:t>
            </w:r>
          </w:p>
        </w:tc>
        <w:tc>
          <w:tcPr>
            <w:tcW w:w="1304" w:type="dxa"/>
            <w:vAlign w:val="center"/>
          </w:tcPr>
          <w:p w14:paraId="39DC8C93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2</w:t>
            </w:r>
          </w:p>
        </w:tc>
        <w:tc>
          <w:tcPr>
            <w:tcW w:w="1500" w:type="dxa"/>
            <w:vAlign w:val="center"/>
          </w:tcPr>
          <w:p w14:paraId="5D09B393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</w:t>
            </w:r>
          </w:p>
        </w:tc>
        <w:tc>
          <w:tcPr>
            <w:tcW w:w="1544" w:type="dxa"/>
            <w:vAlign w:val="center"/>
          </w:tcPr>
          <w:p w14:paraId="583AF5E1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</w:t>
            </w:r>
          </w:p>
        </w:tc>
        <w:tc>
          <w:tcPr>
            <w:tcW w:w="1206" w:type="dxa"/>
            <w:vAlign w:val="center"/>
          </w:tcPr>
          <w:p w14:paraId="68F78CA8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0</w:t>
            </w:r>
          </w:p>
        </w:tc>
      </w:tr>
      <w:tr w:rsidR="005D0175" w:rsidRPr="00CB46F7" w14:paraId="02BA2DB2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401F39B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08F5F8A0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rPr>
                <w:vertAlign w:val="superscript"/>
              </w:rPr>
              <w:t>3</w:t>
            </w:r>
            <w:r w:rsidRPr="00CB46F7">
              <w:t>H</w:t>
            </w:r>
          </w:p>
        </w:tc>
        <w:tc>
          <w:tcPr>
            <w:tcW w:w="1263" w:type="dxa"/>
            <w:vAlign w:val="center"/>
          </w:tcPr>
          <w:p w14:paraId="5F4FCF1D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13C98632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352DECE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3DE6315C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43006F49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1F379F02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3B77C7E7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sodium-22</w:t>
            </w:r>
          </w:p>
        </w:tc>
        <w:tc>
          <w:tcPr>
            <w:tcW w:w="1330" w:type="dxa"/>
            <w:vAlign w:val="center"/>
          </w:tcPr>
          <w:p w14:paraId="7D3CB246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  <w:vertAlign w:val="superscript"/>
              </w:rPr>
            </w:pPr>
            <w:r w:rsidRPr="00CB46F7">
              <w:rPr>
                <w:vertAlign w:val="superscript"/>
              </w:rPr>
              <w:t>22</w:t>
            </w:r>
            <w:r w:rsidRPr="00CB46F7">
              <w:t>Na</w:t>
            </w:r>
            <w:r w:rsidRPr="00CB46F7">
              <w:rPr>
                <w:vertAlign w:val="superscript"/>
              </w:rPr>
              <w:t>+</w:t>
            </w:r>
          </w:p>
        </w:tc>
        <w:tc>
          <w:tcPr>
            <w:tcW w:w="1263" w:type="dxa"/>
            <w:vAlign w:val="center"/>
          </w:tcPr>
          <w:p w14:paraId="1C90119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5E00299E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47498916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6B1CE00A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10</w:t>
            </w:r>
          </w:p>
        </w:tc>
        <w:tc>
          <w:tcPr>
            <w:tcW w:w="1206" w:type="dxa"/>
            <w:vAlign w:val="center"/>
          </w:tcPr>
          <w:p w14:paraId="4DCBD1AC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13BA65C9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33DBDC4E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149F683E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426EC613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12</w:t>
            </w:r>
          </w:p>
        </w:tc>
        <w:tc>
          <w:tcPr>
            <w:tcW w:w="1304" w:type="dxa"/>
            <w:vAlign w:val="center"/>
          </w:tcPr>
          <w:p w14:paraId="2EB19F8B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24</w:t>
            </w:r>
          </w:p>
        </w:tc>
        <w:tc>
          <w:tcPr>
            <w:tcW w:w="1500" w:type="dxa"/>
            <w:vAlign w:val="center"/>
          </w:tcPr>
          <w:p w14:paraId="6F426CC3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625369CD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12</w:t>
            </w:r>
          </w:p>
        </w:tc>
        <w:tc>
          <w:tcPr>
            <w:tcW w:w="1206" w:type="dxa"/>
            <w:vAlign w:val="center"/>
          </w:tcPr>
          <w:p w14:paraId="350ECC25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0111E8B8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70DF884A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4A7C6888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21C307BE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12</w:t>
            </w:r>
          </w:p>
        </w:tc>
        <w:tc>
          <w:tcPr>
            <w:tcW w:w="1304" w:type="dxa"/>
            <w:vAlign w:val="center"/>
          </w:tcPr>
          <w:p w14:paraId="520CD1CC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25</w:t>
            </w:r>
          </w:p>
        </w:tc>
        <w:tc>
          <w:tcPr>
            <w:tcW w:w="1500" w:type="dxa"/>
            <w:vAlign w:val="center"/>
          </w:tcPr>
          <w:p w14:paraId="50D96DC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40554FFF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13</w:t>
            </w:r>
          </w:p>
        </w:tc>
        <w:tc>
          <w:tcPr>
            <w:tcW w:w="1206" w:type="dxa"/>
            <w:vAlign w:val="center"/>
          </w:tcPr>
          <w:p w14:paraId="23EAC846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4D3C12A6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271992A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1B1C69F7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  <w:vertAlign w:val="superscript"/>
              </w:rPr>
            </w:pPr>
            <w:r w:rsidRPr="00CB46F7">
              <w:rPr>
                <w:vertAlign w:val="superscript"/>
              </w:rPr>
              <w:t>46</w:t>
            </w:r>
            <w:r w:rsidRPr="00CB46F7">
              <w:t>Ti</w:t>
            </w:r>
            <w:r w:rsidRPr="00CB46F7">
              <w:rPr>
                <w:vertAlign w:val="superscript"/>
              </w:rPr>
              <w:t>-2</w:t>
            </w:r>
          </w:p>
        </w:tc>
        <w:tc>
          <w:tcPr>
            <w:tcW w:w="1263" w:type="dxa"/>
            <w:vAlign w:val="center"/>
          </w:tcPr>
          <w:p w14:paraId="2C19DE6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77767B1C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175DC744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03B22EBC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65B78A28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7D9D38AA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14A4364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7AC34909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rPr>
                <w:vertAlign w:val="superscript"/>
              </w:rPr>
              <w:t>107</w:t>
            </w:r>
            <w:r w:rsidRPr="00CB46F7">
              <w:t>Ag</w:t>
            </w:r>
          </w:p>
        </w:tc>
        <w:tc>
          <w:tcPr>
            <w:tcW w:w="1263" w:type="dxa"/>
            <w:vAlign w:val="center"/>
          </w:tcPr>
          <w:p w14:paraId="30D5D92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16F882D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56BF30A4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7FB9DD9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1875E349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6623DF0B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1393C71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2749CEF1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  <w:vertAlign w:val="superscript"/>
              </w:rPr>
            </w:pPr>
            <w:r w:rsidRPr="00CB46F7">
              <w:rPr>
                <w:vertAlign w:val="superscript"/>
              </w:rPr>
              <w:t>19</w:t>
            </w:r>
            <w:r w:rsidRPr="00CB46F7">
              <w:t>F</w:t>
            </w:r>
            <w:r w:rsidRPr="00CB46F7">
              <w:rPr>
                <w:vertAlign w:val="superscript"/>
              </w:rPr>
              <w:t>-1</w:t>
            </w:r>
          </w:p>
        </w:tc>
        <w:tc>
          <w:tcPr>
            <w:tcW w:w="1263" w:type="dxa"/>
            <w:vAlign w:val="center"/>
          </w:tcPr>
          <w:p w14:paraId="5594CA9E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482DEBC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24BB567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41EFC70D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26B418B0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5B1F30FD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0930914D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carbon-12</w:t>
            </w:r>
          </w:p>
        </w:tc>
        <w:tc>
          <w:tcPr>
            <w:tcW w:w="1330" w:type="dxa"/>
            <w:vAlign w:val="center"/>
          </w:tcPr>
          <w:p w14:paraId="2742E475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4C4319C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454170EA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7A95979F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57E6AE10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6</w:t>
            </w:r>
          </w:p>
        </w:tc>
        <w:tc>
          <w:tcPr>
            <w:tcW w:w="1206" w:type="dxa"/>
            <w:vAlign w:val="center"/>
          </w:tcPr>
          <w:p w14:paraId="47B08D07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18502DD9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56A745E1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carbon-13</w:t>
            </w:r>
          </w:p>
        </w:tc>
        <w:tc>
          <w:tcPr>
            <w:tcW w:w="1330" w:type="dxa"/>
            <w:vAlign w:val="center"/>
          </w:tcPr>
          <w:p w14:paraId="6A30BF1F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6B21082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6D430F6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40B365E5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3D58DCEE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6</w:t>
            </w:r>
          </w:p>
        </w:tc>
        <w:tc>
          <w:tcPr>
            <w:tcW w:w="1206" w:type="dxa"/>
            <w:vAlign w:val="center"/>
          </w:tcPr>
          <w:p w14:paraId="15206F07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12194E32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56FB8A30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carbon-14</w:t>
            </w:r>
          </w:p>
        </w:tc>
        <w:tc>
          <w:tcPr>
            <w:tcW w:w="1330" w:type="dxa"/>
            <w:vAlign w:val="center"/>
          </w:tcPr>
          <w:p w14:paraId="0AF141A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6470AB4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516806E1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1EDCCD24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17B6AB08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6</w:t>
            </w:r>
          </w:p>
        </w:tc>
        <w:tc>
          <w:tcPr>
            <w:tcW w:w="1206" w:type="dxa"/>
            <w:vAlign w:val="center"/>
          </w:tcPr>
          <w:p w14:paraId="55CC1A49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29974113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6FD98850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carbon-12</w:t>
            </w:r>
          </w:p>
        </w:tc>
        <w:tc>
          <w:tcPr>
            <w:tcW w:w="1330" w:type="dxa"/>
            <w:vAlign w:val="center"/>
          </w:tcPr>
          <w:p w14:paraId="074F4F1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0899D9BC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1142B381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46ED03CD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0DB7A232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7</w:t>
            </w:r>
          </w:p>
        </w:tc>
        <w:tc>
          <w:tcPr>
            <w:tcW w:w="1206" w:type="dxa"/>
            <w:vAlign w:val="center"/>
          </w:tcPr>
          <w:p w14:paraId="58D62005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04B9457A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2AA846E7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carbon-12</w:t>
            </w:r>
          </w:p>
        </w:tc>
        <w:tc>
          <w:tcPr>
            <w:tcW w:w="1330" w:type="dxa"/>
            <w:vAlign w:val="center"/>
          </w:tcPr>
          <w:p w14:paraId="14B4CCF5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77279FF4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46304262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446F956C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07C438B0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5</w:t>
            </w:r>
          </w:p>
        </w:tc>
        <w:tc>
          <w:tcPr>
            <w:tcW w:w="1206" w:type="dxa"/>
            <w:vAlign w:val="center"/>
          </w:tcPr>
          <w:p w14:paraId="0DBF735C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2C6D61D4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52AAFD83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04CC5A2B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rPr>
                <w:vertAlign w:val="superscript"/>
              </w:rPr>
              <w:t>4</w:t>
            </w:r>
            <w:r w:rsidRPr="00CB46F7">
              <w:t>He</w:t>
            </w:r>
          </w:p>
        </w:tc>
        <w:tc>
          <w:tcPr>
            <w:tcW w:w="1263" w:type="dxa"/>
            <w:vAlign w:val="center"/>
          </w:tcPr>
          <w:p w14:paraId="2EABD35A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10D7F239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477435F8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50474CF3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5A5FE8A8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2A782756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7B4ED1F6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19D9C34E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52264168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8</w:t>
            </w:r>
          </w:p>
        </w:tc>
        <w:tc>
          <w:tcPr>
            <w:tcW w:w="1304" w:type="dxa"/>
            <w:vAlign w:val="center"/>
          </w:tcPr>
          <w:p w14:paraId="20A803D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68A8B090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8</w:t>
            </w:r>
          </w:p>
        </w:tc>
        <w:tc>
          <w:tcPr>
            <w:tcW w:w="1544" w:type="dxa"/>
            <w:vAlign w:val="center"/>
          </w:tcPr>
          <w:p w14:paraId="2A8A7382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10</w:t>
            </w:r>
          </w:p>
        </w:tc>
        <w:tc>
          <w:tcPr>
            <w:tcW w:w="1206" w:type="dxa"/>
            <w:vAlign w:val="center"/>
          </w:tcPr>
          <w:p w14:paraId="1C7E0AFC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13150497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5E89D426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argon-40</w:t>
            </w:r>
          </w:p>
        </w:tc>
        <w:tc>
          <w:tcPr>
            <w:tcW w:w="1330" w:type="dxa"/>
            <w:vAlign w:val="center"/>
          </w:tcPr>
          <w:p w14:paraId="689CA1B3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5BF43F72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18</w:t>
            </w:r>
          </w:p>
        </w:tc>
        <w:tc>
          <w:tcPr>
            <w:tcW w:w="1304" w:type="dxa"/>
            <w:vAlign w:val="center"/>
          </w:tcPr>
          <w:p w14:paraId="4432D613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6D4B72B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027BB756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18</w:t>
            </w:r>
          </w:p>
        </w:tc>
        <w:tc>
          <w:tcPr>
            <w:tcW w:w="1206" w:type="dxa"/>
            <w:vAlign w:val="center"/>
          </w:tcPr>
          <w:p w14:paraId="5F351936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38205A54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285DC26A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2FF820C5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rPr>
                <w:vertAlign w:val="superscript"/>
              </w:rPr>
              <w:t>70</w:t>
            </w:r>
            <w:r w:rsidRPr="00CB46F7">
              <w:t>Ga</w:t>
            </w:r>
          </w:p>
        </w:tc>
        <w:tc>
          <w:tcPr>
            <w:tcW w:w="1263" w:type="dxa"/>
            <w:vAlign w:val="center"/>
          </w:tcPr>
          <w:p w14:paraId="5D0DEB4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7A06CD3D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71FC98F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0284321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24825C6C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281756F1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4C3610BF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512D4D1F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  <w:vertAlign w:val="superscript"/>
              </w:rPr>
            </w:pPr>
            <w:r w:rsidRPr="00CB46F7">
              <w:rPr>
                <w:vertAlign w:val="superscript"/>
              </w:rPr>
              <w:t>70</w:t>
            </w:r>
            <w:r w:rsidRPr="00CB46F7">
              <w:t>Ga</w:t>
            </w:r>
            <w:r w:rsidRPr="00CB46F7">
              <w:rPr>
                <w:vertAlign w:val="superscript"/>
              </w:rPr>
              <w:t>+3</w:t>
            </w:r>
          </w:p>
        </w:tc>
        <w:tc>
          <w:tcPr>
            <w:tcW w:w="1263" w:type="dxa"/>
            <w:vAlign w:val="center"/>
          </w:tcPr>
          <w:p w14:paraId="51F48104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04" w:type="dxa"/>
            <w:vAlign w:val="center"/>
          </w:tcPr>
          <w:p w14:paraId="2C065FBB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0B934448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2BAF2C3D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06" w:type="dxa"/>
            <w:vAlign w:val="center"/>
          </w:tcPr>
          <w:p w14:paraId="7A40EED5" w14:textId="77777777" w:rsidR="005D0175" w:rsidRPr="00CB46F7" w:rsidRDefault="005D0175" w:rsidP="00B824DE">
            <w:pPr>
              <w:pStyle w:val="PHETTableTextBody"/>
            </w:pPr>
          </w:p>
        </w:tc>
      </w:tr>
      <w:tr w:rsidR="005D0175" w:rsidRPr="00CB46F7" w14:paraId="1E6A10C4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226F353E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1F5A4F43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669F789B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4</w:t>
            </w:r>
          </w:p>
        </w:tc>
        <w:tc>
          <w:tcPr>
            <w:tcW w:w="1304" w:type="dxa"/>
            <w:vAlign w:val="center"/>
          </w:tcPr>
          <w:p w14:paraId="0EE2C627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9</w:t>
            </w:r>
          </w:p>
        </w:tc>
        <w:tc>
          <w:tcPr>
            <w:tcW w:w="1500" w:type="dxa"/>
            <w:vAlign w:val="center"/>
          </w:tcPr>
          <w:p w14:paraId="2CD8729A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44" w:type="dxa"/>
            <w:vAlign w:val="center"/>
          </w:tcPr>
          <w:p w14:paraId="06B14CC6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2</w:t>
            </w:r>
          </w:p>
        </w:tc>
        <w:tc>
          <w:tcPr>
            <w:tcW w:w="1206" w:type="dxa"/>
            <w:vAlign w:val="center"/>
          </w:tcPr>
          <w:p w14:paraId="5ADAFEB3" w14:textId="77777777" w:rsidR="005D0175" w:rsidRPr="00CB46F7" w:rsidRDefault="005D0175" w:rsidP="00B824DE">
            <w:pPr>
              <w:pStyle w:val="PHETTableTextBody"/>
            </w:pPr>
          </w:p>
        </w:tc>
      </w:tr>
      <w:tr w:rsidR="00056C81" w:rsidRPr="00CB46F7" w14:paraId="76F4EB57" w14:textId="77777777" w:rsidTr="00B56CC0">
        <w:trPr>
          <w:cantSplit/>
          <w:trHeight w:val="360"/>
        </w:trPr>
        <w:tc>
          <w:tcPr>
            <w:tcW w:w="1483" w:type="dxa"/>
            <w:vAlign w:val="center"/>
          </w:tcPr>
          <w:p w14:paraId="64ED1B8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330" w:type="dxa"/>
            <w:vAlign w:val="center"/>
          </w:tcPr>
          <w:p w14:paraId="7744E127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263" w:type="dxa"/>
            <w:vAlign w:val="center"/>
          </w:tcPr>
          <w:p w14:paraId="287E8556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7</w:t>
            </w:r>
          </w:p>
        </w:tc>
        <w:tc>
          <w:tcPr>
            <w:tcW w:w="1304" w:type="dxa"/>
            <w:vAlign w:val="center"/>
          </w:tcPr>
          <w:p w14:paraId="18CE0AF0" w14:textId="77777777" w:rsidR="005D0175" w:rsidRPr="00CB46F7" w:rsidRDefault="005D0175" w:rsidP="00B824DE">
            <w:pPr>
              <w:pStyle w:val="PHETTableTextBody"/>
            </w:pPr>
          </w:p>
        </w:tc>
        <w:tc>
          <w:tcPr>
            <w:tcW w:w="1500" w:type="dxa"/>
            <w:vAlign w:val="center"/>
          </w:tcPr>
          <w:p w14:paraId="338652BC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8</w:t>
            </w:r>
          </w:p>
        </w:tc>
        <w:tc>
          <w:tcPr>
            <w:tcW w:w="1544" w:type="dxa"/>
            <w:vAlign w:val="center"/>
          </w:tcPr>
          <w:p w14:paraId="4320BCF4" w14:textId="77777777" w:rsidR="005D0175" w:rsidRPr="00CB46F7" w:rsidRDefault="005D0175" w:rsidP="00B824DE">
            <w:pPr>
              <w:pStyle w:val="PHETTableTextBody"/>
              <w:rPr>
                <w:i/>
                <w:iCs/>
                <w:color w:val="243F60" w:themeColor="accent1" w:themeShade="7F"/>
              </w:rPr>
            </w:pPr>
            <w:r w:rsidRPr="00CB46F7">
              <w:t>8</w:t>
            </w:r>
          </w:p>
        </w:tc>
        <w:tc>
          <w:tcPr>
            <w:tcW w:w="1206" w:type="dxa"/>
            <w:vAlign w:val="center"/>
          </w:tcPr>
          <w:p w14:paraId="59FDC17E" w14:textId="77777777" w:rsidR="005D0175" w:rsidRPr="00CB46F7" w:rsidRDefault="005D0175" w:rsidP="00B824DE">
            <w:pPr>
              <w:pStyle w:val="PHETTableTextBody"/>
            </w:pPr>
          </w:p>
        </w:tc>
      </w:tr>
    </w:tbl>
    <w:p w14:paraId="6C67ADEA" w14:textId="54ED7973" w:rsidR="006D33E0" w:rsidRDefault="006D33E0" w:rsidP="003B5451">
      <w:pPr>
        <w:pStyle w:val="PHETNumberBody"/>
        <w:numPr>
          <w:ilvl w:val="0"/>
          <w:numId w:val="0"/>
        </w:numPr>
        <w:ind w:left="450"/>
        <w:rPr>
          <w:lang w:eastAsia="ja-JP"/>
        </w:rPr>
      </w:pPr>
    </w:p>
    <w:p w14:paraId="22C37F9E" w14:textId="4DF09238" w:rsidR="003B5451" w:rsidRPr="003B5451" w:rsidRDefault="003B5451" w:rsidP="00B56CC0">
      <w:pPr>
        <w:pStyle w:val="PHETNumberBody"/>
        <w:ind w:hanging="450"/>
        <w:rPr>
          <w:lang w:eastAsia="ja-JP"/>
        </w:rPr>
      </w:pPr>
      <w:r w:rsidRPr="003B5451">
        <w:rPr>
          <w:lang w:eastAsia="ja-JP"/>
        </w:rPr>
        <w:t>To test your knowledge of isotopes, draw arrows between all pairs of atoms in the table above that are isotopes of each other.</w:t>
      </w:r>
    </w:p>
    <w:sectPr w:rsidR="003B5451" w:rsidRPr="003B5451" w:rsidSect="00B824DE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354" w:right="1080" w:bottom="1382" w:left="1080" w:header="288" w:footer="2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55B0A" w14:textId="77777777" w:rsidR="00B02015" w:rsidRDefault="00B02015" w:rsidP="00A71F27">
      <w:r>
        <w:separator/>
      </w:r>
    </w:p>
  </w:endnote>
  <w:endnote w:type="continuationSeparator" w:id="0">
    <w:p w14:paraId="2AC9590F" w14:textId="77777777" w:rsidR="00B02015" w:rsidRDefault="00B02015" w:rsidP="00A7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inion Pro SmBd Ital">
    <w:charset w:val="00"/>
    <w:family w:val="auto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E51AD" w14:textId="77777777" w:rsidR="00CB4C53" w:rsidRDefault="00CB4C53" w:rsidP="006F01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CC3DDF" w14:textId="77777777" w:rsidR="00CB4C53" w:rsidRDefault="00CB4C53" w:rsidP="007D2AC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5A45C" w14:textId="77777777" w:rsidR="00CB4C53" w:rsidRPr="00B824DE" w:rsidRDefault="00CB4C53" w:rsidP="006F0164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0117">
      <w:rPr>
        <w:rStyle w:val="PageNumber"/>
        <w:noProof/>
      </w:rPr>
      <w:t>4</w:t>
    </w:r>
    <w:r>
      <w:rPr>
        <w:rStyle w:val="PageNumber"/>
      </w:rPr>
      <w:fldChar w:fldCharType="end"/>
    </w:r>
  </w:p>
  <w:p w14:paraId="62DD384C" w14:textId="023DEEB8" w:rsidR="00CB4C53" w:rsidRPr="00B824DE" w:rsidRDefault="00CB4C53" w:rsidP="00B824DE">
    <w:pPr>
      <w:pStyle w:val="Footer"/>
      <w:pBdr>
        <w:top w:val="single" w:sz="4" w:space="1" w:color="auto"/>
      </w:pBdr>
      <w:rPr>
        <w:rFonts w:asciiTheme="minorHAnsi" w:hAnsiTheme="minorHAnsi"/>
      </w:rPr>
    </w:pPr>
    <w:r w:rsidRPr="00B824DE">
      <w:rPr>
        <w:rFonts w:asciiTheme="minorHAnsi" w:hAnsiTheme="minorHAnsi"/>
      </w:rPr>
      <w:t>BUILD AN ATOM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F9692" w14:textId="2517AA18" w:rsidR="00CB4C53" w:rsidRPr="00B824DE" w:rsidRDefault="00CB4C53" w:rsidP="00B824DE">
    <w:pPr>
      <w:pStyle w:val="Footer"/>
      <w:pBdr>
        <w:top w:val="single" w:sz="4" w:space="1" w:color="auto"/>
      </w:pBdr>
      <w:tabs>
        <w:tab w:val="clear" w:pos="9360"/>
        <w:tab w:val="right" w:pos="10080"/>
      </w:tabs>
      <w:rPr>
        <w:rFonts w:asciiTheme="minorHAnsi" w:hAnsiTheme="minorHAnsi"/>
      </w:rPr>
    </w:pPr>
    <w:r w:rsidRPr="00B824DE">
      <w:rPr>
        <w:rFonts w:asciiTheme="minorHAnsi" w:hAnsiTheme="minorHAnsi"/>
      </w:rPr>
      <w:t>BUILD AN ATOM</w:t>
    </w:r>
    <w:r w:rsidRPr="00B824DE">
      <w:rPr>
        <w:rFonts w:asciiTheme="minorHAnsi" w:hAnsiTheme="minorHAnsi"/>
      </w:rPr>
      <w:tab/>
    </w:r>
    <w:r w:rsidRPr="00B824DE">
      <w:rPr>
        <w:rFonts w:asciiTheme="minorHAnsi" w:hAnsiTheme="minorHAnsi"/>
      </w:rPr>
      <w:tab/>
      <w:t xml:space="preserve">                                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920CB" w14:textId="77777777" w:rsidR="00B02015" w:rsidRDefault="00B02015" w:rsidP="00A71F27">
      <w:r>
        <w:separator/>
      </w:r>
    </w:p>
  </w:footnote>
  <w:footnote w:type="continuationSeparator" w:id="0">
    <w:p w14:paraId="6423560E" w14:textId="77777777" w:rsidR="00B02015" w:rsidRDefault="00B02015" w:rsidP="00A71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E48E2" w14:textId="56EE7E4A" w:rsidR="00CB4C53" w:rsidRPr="00A71F27" w:rsidRDefault="00CB4C53" w:rsidP="00A71F27">
    <w:pPr>
      <w:pStyle w:val="Header"/>
      <w:jc w:val="center"/>
      <w:rPr>
        <w:rFonts w:ascii="Arial" w:hAnsi="Arial" w:cs="Arial"/>
        <w:sz w:val="28"/>
        <w:szCs w:val="28"/>
      </w:rPr>
    </w:pPr>
    <w:r w:rsidRPr="00B824DE">
      <w:rPr>
        <w:rFonts w:ascii="Arial" w:hAnsi="Arial" w:cs="Arial"/>
        <w:noProof/>
        <w:sz w:val="28"/>
        <w:szCs w:val="28"/>
      </w:rPr>
      <w:drawing>
        <wp:inline distT="0" distB="0" distL="0" distR="0" wp14:anchorId="2F39E2D5" wp14:editId="65039EC3">
          <wp:extent cx="6401435" cy="603250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14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D92E2" w14:textId="465E009F" w:rsidR="00CB4C53" w:rsidRPr="00B824DE" w:rsidRDefault="00CB4C53">
    <w:pPr>
      <w:pStyle w:val="Header"/>
      <w:rPr>
        <w:rFonts w:asciiTheme="minorHAnsi" w:hAnsiTheme="minorHAnsi"/>
      </w:rPr>
    </w:pPr>
    <w:r w:rsidRPr="00B824DE">
      <w:rPr>
        <w:rFonts w:asciiTheme="minorHAnsi" w:hAnsiTheme="minorHAnsi"/>
        <w:noProof/>
      </w:rPr>
      <w:drawing>
        <wp:inline distT="0" distB="0" distL="0" distR="0" wp14:anchorId="2EB12382" wp14:editId="499A7A98">
          <wp:extent cx="6401435" cy="676910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143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E1BB0"/>
    <w:multiLevelType w:val="hybridMultilevel"/>
    <w:tmpl w:val="C9041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E5890"/>
    <w:multiLevelType w:val="hybridMultilevel"/>
    <w:tmpl w:val="03ECEC7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ED2C33"/>
    <w:multiLevelType w:val="hybridMultilevel"/>
    <w:tmpl w:val="04660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05D0D"/>
    <w:multiLevelType w:val="hybridMultilevel"/>
    <w:tmpl w:val="0D14393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4">
    <w:nsid w:val="141A52E8"/>
    <w:multiLevelType w:val="hybridMultilevel"/>
    <w:tmpl w:val="241EF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1D2DFC"/>
    <w:multiLevelType w:val="hybridMultilevel"/>
    <w:tmpl w:val="418CEC2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1C534948"/>
    <w:multiLevelType w:val="hybridMultilevel"/>
    <w:tmpl w:val="113477F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1D841032"/>
    <w:multiLevelType w:val="hybridMultilevel"/>
    <w:tmpl w:val="99C6C90C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703E7D"/>
    <w:multiLevelType w:val="hybridMultilevel"/>
    <w:tmpl w:val="F21E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2704B"/>
    <w:multiLevelType w:val="hybridMultilevel"/>
    <w:tmpl w:val="68EA32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13301"/>
    <w:multiLevelType w:val="hybridMultilevel"/>
    <w:tmpl w:val="B76E8F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5B36BD"/>
    <w:multiLevelType w:val="hybridMultilevel"/>
    <w:tmpl w:val="2C8AFD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3274D"/>
    <w:multiLevelType w:val="hybridMultilevel"/>
    <w:tmpl w:val="F8B259F8"/>
    <w:lvl w:ilvl="0" w:tplc="04090013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74BB8"/>
    <w:multiLevelType w:val="hybridMultilevel"/>
    <w:tmpl w:val="47AA9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72616"/>
    <w:multiLevelType w:val="hybridMultilevel"/>
    <w:tmpl w:val="418CEC2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28C00FBF"/>
    <w:multiLevelType w:val="hybridMultilevel"/>
    <w:tmpl w:val="8AA41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1225D"/>
    <w:multiLevelType w:val="hybridMultilevel"/>
    <w:tmpl w:val="38765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B60193"/>
    <w:multiLevelType w:val="hybridMultilevel"/>
    <w:tmpl w:val="158AA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203F1"/>
    <w:multiLevelType w:val="hybridMultilevel"/>
    <w:tmpl w:val="D3AA9A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7">
      <w:start w:val="1"/>
      <w:numFmt w:val="lowerLetter"/>
      <w:lvlText w:val="%5)"/>
      <w:lvlJc w:val="left"/>
      <w:pPr>
        <w:ind w:left="63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E23113"/>
    <w:multiLevelType w:val="hybridMultilevel"/>
    <w:tmpl w:val="6BF03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8C61EA"/>
    <w:multiLevelType w:val="hybridMultilevel"/>
    <w:tmpl w:val="823E08A8"/>
    <w:lvl w:ilvl="0" w:tplc="66821614">
      <w:start w:val="1"/>
      <w:numFmt w:val="lowerLetter"/>
      <w:lvlText w:val="%1)"/>
      <w:lvlJc w:val="left"/>
      <w:pPr>
        <w:ind w:left="1800" w:hanging="36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9E95B2A"/>
    <w:multiLevelType w:val="hybridMultilevel"/>
    <w:tmpl w:val="75FA6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074DA"/>
    <w:multiLevelType w:val="hybridMultilevel"/>
    <w:tmpl w:val="11426A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6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3303D79"/>
    <w:multiLevelType w:val="hybridMultilevel"/>
    <w:tmpl w:val="3B440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CA6AC7"/>
    <w:multiLevelType w:val="hybridMultilevel"/>
    <w:tmpl w:val="1486A9C4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4A10160D"/>
    <w:multiLevelType w:val="hybridMultilevel"/>
    <w:tmpl w:val="8DC8A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A1ABA"/>
    <w:multiLevelType w:val="hybridMultilevel"/>
    <w:tmpl w:val="8A488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723CEE"/>
    <w:multiLevelType w:val="hybridMultilevel"/>
    <w:tmpl w:val="58E6DD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B471490"/>
    <w:multiLevelType w:val="hybridMultilevel"/>
    <w:tmpl w:val="EC285C0C"/>
    <w:lvl w:ilvl="0" w:tplc="C520E584">
      <w:start w:val="1"/>
      <w:numFmt w:val="decimal"/>
      <w:pStyle w:val="PHETNumberBody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7C12E8"/>
    <w:multiLevelType w:val="hybridMultilevel"/>
    <w:tmpl w:val="085064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8C5DB6"/>
    <w:multiLevelType w:val="hybridMultilevel"/>
    <w:tmpl w:val="B5C85F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1E90EA1"/>
    <w:multiLevelType w:val="hybridMultilevel"/>
    <w:tmpl w:val="4B462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82748"/>
    <w:multiLevelType w:val="hybridMultilevel"/>
    <w:tmpl w:val="3D02F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1110A8"/>
    <w:multiLevelType w:val="hybridMultilevel"/>
    <w:tmpl w:val="78BC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3C7482"/>
    <w:multiLevelType w:val="hybridMultilevel"/>
    <w:tmpl w:val="2B884FF8"/>
    <w:lvl w:ilvl="0" w:tplc="74B2723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FC663BC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67E840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1CADE0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8254446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0D806CA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ACE673B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2705ECC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24B80F22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>
    <w:nsid w:val="57580E48"/>
    <w:multiLevelType w:val="hybridMultilevel"/>
    <w:tmpl w:val="1486A9C4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6">
    <w:nsid w:val="585B6B45"/>
    <w:multiLevelType w:val="hybridMultilevel"/>
    <w:tmpl w:val="1AA22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08168D"/>
    <w:multiLevelType w:val="hybridMultilevel"/>
    <w:tmpl w:val="D3AA9A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7">
      <w:start w:val="1"/>
      <w:numFmt w:val="lowerLetter"/>
      <w:lvlText w:val="%5)"/>
      <w:lvlJc w:val="left"/>
      <w:pPr>
        <w:ind w:left="63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FD6C45"/>
    <w:multiLevelType w:val="hybridMultilevel"/>
    <w:tmpl w:val="86423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DA7CDB"/>
    <w:multiLevelType w:val="hybridMultilevel"/>
    <w:tmpl w:val="E42280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6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385271"/>
    <w:multiLevelType w:val="hybridMultilevel"/>
    <w:tmpl w:val="1D8E2874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1">
    <w:nsid w:val="6B4A39B8"/>
    <w:multiLevelType w:val="hybridMultilevel"/>
    <w:tmpl w:val="16368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81392E"/>
    <w:multiLevelType w:val="hybridMultilevel"/>
    <w:tmpl w:val="8B420E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45144E"/>
    <w:multiLevelType w:val="hybridMultilevel"/>
    <w:tmpl w:val="742428F6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7D5E53DD"/>
    <w:multiLevelType w:val="hybridMultilevel"/>
    <w:tmpl w:val="8B5AA422"/>
    <w:lvl w:ilvl="0" w:tplc="47C487FC">
      <w:start w:val="1"/>
      <w:numFmt w:val="bullet"/>
      <w:pStyle w:val="PHETBulletBod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FF6093"/>
    <w:multiLevelType w:val="hybridMultilevel"/>
    <w:tmpl w:val="C7BAAE08"/>
    <w:lvl w:ilvl="0" w:tplc="0409000F">
      <w:start w:val="1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25"/>
  </w:num>
  <w:num w:numId="3">
    <w:abstractNumId w:val="22"/>
  </w:num>
  <w:num w:numId="4">
    <w:abstractNumId w:val="39"/>
  </w:num>
  <w:num w:numId="5">
    <w:abstractNumId w:val="18"/>
  </w:num>
  <w:num w:numId="6">
    <w:abstractNumId w:val="40"/>
  </w:num>
  <w:num w:numId="7">
    <w:abstractNumId w:val="37"/>
  </w:num>
  <w:num w:numId="8">
    <w:abstractNumId w:val="1"/>
  </w:num>
  <w:num w:numId="9">
    <w:abstractNumId w:val="32"/>
  </w:num>
  <w:num w:numId="10">
    <w:abstractNumId w:val="15"/>
  </w:num>
  <w:num w:numId="11">
    <w:abstractNumId w:val="19"/>
  </w:num>
  <w:num w:numId="12">
    <w:abstractNumId w:val="9"/>
  </w:num>
  <w:num w:numId="13">
    <w:abstractNumId w:val="41"/>
  </w:num>
  <w:num w:numId="14">
    <w:abstractNumId w:val="13"/>
  </w:num>
  <w:num w:numId="15">
    <w:abstractNumId w:val="8"/>
  </w:num>
  <w:num w:numId="16">
    <w:abstractNumId w:val="3"/>
  </w:num>
  <w:num w:numId="17">
    <w:abstractNumId w:val="7"/>
  </w:num>
  <w:num w:numId="18">
    <w:abstractNumId w:val="45"/>
  </w:num>
  <w:num w:numId="19">
    <w:abstractNumId w:val="17"/>
  </w:num>
  <w:num w:numId="20">
    <w:abstractNumId w:val="28"/>
  </w:num>
  <w:num w:numId="21">
    <w:abstractNumId w:val="44"/>
  </w:num>
  <w:num w:numId="22">
    <w:abstractNumId w:val="12"/>
  </w:num>
  <w:num w:numId="23">
    <w:abstractNumId w:val="11"/>
  </w:num>
  <w:num w:numId="24">
    <w:abstractNumId w:val="42"/>
  </w:num>
  <w:num w:numId="25">
    <w:abstractNumId w:val="27"/>
  </w:num>
  <w:num w:numId="26">
    <w:abstractNumId w:val="10"/>
  </w:num>
  <w:num w:numId="27">
    <w:abstractNumId w:val="28"/>
    <w:lvlOverride w:ilvl="0">
      <w:startOverride w:val="1"/>
    </w:lvlOverride>
  </w:num>
  <w:num w:numId="28">
    <w:abstractNumId w:val="35"/>
  </w:num>
  <w:num w:numId="29">
    <w:abstractNumId w:val="24"/>
  </w:num>
  <w:num w:numId="30">
    <w:abstractNumId w:val="5"/>
  </w:num>
  <w:num w:numId="31">
    <w:abstractNumId w:val="14"/>
  </w:num>
  <w:num w:numId="32">
    <w:abstractNumId w:val="20"/>
  </w:num>
  <w:num w:numId="33">
    <w:abstractNumId w:val="43"/>
  </w:num>
  <w:num w:numId="34">
    <w:abstractNumId w:val="28"/>
  </w:num>
  <w:num w:numId="35">
    <w:abstractNumId w:val="29"/>
  </w:num>
  <w:num w:numId="36">
    <w:abstractNumId w:val="44"/>
  </w:num>
  <w:num w:numId="37">
    <w:abstractNumId w:val="44"/>
  </w:num>
  <w:num w:numId="38">
    <w:abstractNumId w:val="6"/>
  </w:num>
  <w:num w:numId="39">
    <w:abstractNumId w:val="2"/>
  </w:num>
  <w:num w:numId="40">
    <w:abstractNumId w:val="34"/>
  </w:num>
  <w:num w:numId="41">
    <w:abstractNumId w:val="0"/>
  </w:num>
  <w:num w:numId="42">
    <w:abstractNumId w:val="31"/>
  </w:num>
  <w:num w:numId="43">
    <w:abstractNumId w:val="21"/>
  </w:num>
  <w:num w:numId="44">
    <w:abstractNumId w:val="36"/>
  </w:num>
  <w:num w:numId="45">
    <w:abstractNumId w:val="38"/>
  </w:num>
  <w:num w:numId="46">
    <w:abstractNumId w:val="23"/>
  </w:num>
  <w:num w:numId="47">
    <w:abstractNumId w:val="26"/>
  </w:num>
  <w:num w:numId="48">
    <w:abstractNumId w:val="30"/>
  </w:num>
  <w:num w:numId="49">
    <w:abstractNumId w:val="33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75"/>
    <w:rsid w:val="0001710F"/>
    <w:rsid w:val="000205A6"/>
    <w:rsid w:val="000208A1"/>
    <w:rsid w:val="00031F20"/>
    <w:rsid w:val="00040117"/>
    <w:rsid w:val="000410D8"/>
    <w:rsid w:val="00051FF2"/>
    <w:rsid w:val="00056C81"/>
    <w:rsid w:val="001027F0"/>
    <w:rsid w:val="00120B22"/>
    <w:rsid w:val="001360F1"/>
    <w:rsid w:val="00143DC0"/>
    <w:rsid w:val="001578B9"/>
    <w:rsid w:val="001978DA"/>
    <w:rsid w:val="001F109E"/>
    <w:rsid w:val="002104C7"/>
    <w:rsid w:val="00212736"/>
    <w:rsid w:val="00231CDE"/>
    <w:rsid w:val="00251AB5"/>
    <w:rsid w:val="00261D10"/>
    <w:rsid w:val="00261DAB"/>
    <w:rsid w:val="002846E6"/>
    <w:rsid w:val="002C6453"/>
    <w:rsid w:val="003533E6"/>
    <w:rsid w:val="00360B7B"/>
    <w:rsid w:val="00385EE2"/>
    <w:rsid w:val="003902FF"/>
    <w:rsid w:val="00393BB0"/>
    <w:rsid w:val="003B2628"/>
    <w:rsid w:val="003B5451"/>
    <w:rsid w:val="003B5C0F"/>
    <w:rsid w:val="003D7097"/>
    <w:rsid w:val="00494B05"/>
    <w:rsid w:val="004A2A35"/>
    <w:rsid w:val="004B085D"/>
    <w:rsid w:val="004B0C9C"/>
    <w:rsid w:val="004C0E89"/>
    <w:rsid w:val="004C4F08"/>
    <w:rsid w:val="004D5047"/>
    <w:rsid w:val="004E66BE"/>
    <w:rsid w:val="00565BCF"/>
    <w:rsid w:val="00586F49"/>
    <w:rsid w:val="005B0A0B"/>
    <w:rsid w:val="005B3C0F"/>
    <w:rsid w:val="005D0175"/>
    <w:rsid w:val="005D21BE"/>
    <w:rsid w:val="00617CD0"/>
    <w:rsid w:val="00637EC9"/>
    <w:rsid w:val="0065398B"/>
    <w:rsid w:val="00674825"/>
    <w:rsid w:val="006A56A5"/>
    <w:rsid w:val="006C7032"/>
    <w:rsid w:val="006C78C2"/>
    <w:rsid w:val="006D33E0"/>
    <w:rsid w:val="006F0164"/>
    <w:rsid w:val="006F22A6"/>
    <w:rsid w:val="006F5AC9"/>
    <w:rsid w:val="00712984"/>
    <w:rsid w:val="007B3BE6"/>
    <w:rsid w:val="007D2AC5"/>
    <w:rsid w:val="0082510C"/>
    <w:rsid w:val="00890D2C"/>
    <w:rsid w:val="008934E7"/>
    <w:rsid w:val="00893E47"/>
    <w:rsid w:val="008A4B7D"/>
    <w:rsid w:val="008E1345"/>
    <w:rsid w:val="008E2C31"/>
    <w:rsid w:val="008F4DF5"/>
    <w:rsid w:val="008F7A16"/>
    <w:rsid w:val="009024E0"/>
    <w:rsid w:val="00906254"/>
    <w:rsid w:val="00930C9E"/>
    <w:rsid w:val="0093387E"/>
    <w:rsid w:val="00944AB6"/>
    <w:rsid w:val="009519C4"/>
    <w:rsid w:val="009679BD"/>
    <w:rsid w:val="009820FF"/>
    <w:rsid w:val="009B5164"/>
    <w:rsid w:val="009C6D94"/>
    <w:rsid w:val="009D3BCA"/>
    <w:rsid w:val="009F6F2C"/>
    <w:rsid w:val="009F7AE6"/>
    <w:rsid w:val="00A273EF"/>
    <w:rsid w:val="00A3361C"/>
    <w:rsid w:val="00A61947"/>
    <w:rsid w:val="00A61B3B"/>
    <w:rsid w:val="00A64E2D"/>
    <w:rsid w:val="00A70EA4"/>
    <w:rsid w:val="00A71F27"/>
    <w:rsid w:val="00A869AA"/>
    <w:rsid w:val="00A9189F"/>
    <w:rsid w:val="00A92CD6"/>
    <w:rsid w:val="00AB3488"/>
    <w:rsid w:val="00AC5ADB"/>
    <w:rsid w:val="00AD7C24"/>
    <w:rsid w:val="00AE0533"/>
    <w:rsid w:val="00B02015"/>
    <w:rsid w:val="00B21221"/>
    <w:rsid w:val="00B56CC0"/>
    <w:rsid w:val="00B756BA"/>
    <w:rsid w:val="00B7582C"/>
    <w:rsid w:val="00B77F9F"/>
    <w:rsid w:val="00B824DE"/>
    <w:rsid w:val="00BD581F"/>
    <w:rsid w:val="00BE6170"/>
    <w:rsid w:val="00BF1D58"/>
    <w:rsid w:val="00C45BF5"/>
    <w:rsid w:val="00CB46F7"/>
    <w:rsid w:val="00CB4C53"/>
    <w:rsid w:val="00CC493D"/>
    <w:rsid w:val="00CF2D40"/>
    <w:rsid w:val="00CF6EB9"/>
    <w:rsid w:val="00D15961"/>
    <w:rsid w:val="00D3387B"/>
    <w:rsid w:val="00D55EB5"/>
    <w:rsid w:val="00D95BAA"/>
    <w:rsid w:val="00DB1C3B"/>
    <w:rsid w:val="00DC4B82"/>
    <w:rsid w:val="00DD1BFE"/>
    <w:rsid w:val="00DD7AC9"/>
    <w:rsid w:val="00DE5817"/>
    <w:rsid w:val="00DE6466"/>
    <w:rsid w:val="00E0776F"/>
    <w:rsid w:val="00E2231C"/>
    <w:rsid w:val="00E3422D"/>
    <w:rsid w:val="00E64915"/>
    <w:rsid w:val="00E668D1"/>
    <w:rsid w:val="00E97483"/>
    <w:rsid w:val="00EE6BEA"/>
    <w:rsid w:val="00EF69C6"/>
    <w:rsid w:val="00F348ED"/>
    <w:rsid w:val="00F36295"/>
    <w:rsid w:val="00F63231"/>
    <w:rsid w:val="00F7201E"/>
    <w:rsid w:val="00F91F54"/>
    <w:rsid w:val="00FC2273"/>
    <w:rsid w:val="00FC4863"/>
    <w:rsid w:val="00FE7D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06CC16C"/>
  <w15:docId w15:val="{C546FFA9-BFEE-4622-8F18-960E61B5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90D2C"/>
    <w:pPr>
      <w:spacing w:after="0"/>
    </w:pPr>
    <w:rPr>
      <w:rFonts w:ascii="Times New Roman" w:eastAsia="Cambria" w:hAnsi="Times New Roman" w:cs="Times New Roman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  <w:rsid w:val="00890D2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0D2C"/>
  </w:style>
  <w:style w:type="paragraph" w:styleId="ListParagraph">
    <w:name w:val="List Paragraph"/>
    <w:basedOn w:val="Normal"/>
    <w:uiPriority w:val="34"/>
    <w:qFormat/>
    <w:rsid w:val="00890D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0D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D2C"/>
    <w:rPr>
      <w:rFonts w:ascii="Times New Roman" w:eastAsia="Cambria" w:hAnsi="Times New Roman" w:cs="Times New Roman"/>
      <w:szCs w:val="22"/>
      <w:lang w:eastAsia="en-US"/>
    </w:rPr>
  </w:style>
  <w:style w:type="table" w:styleId="TableGrid">
    <w:name w:val="Table Grid"/>
    <w:basedOn w:val="TableNormal"/>
    <w:uiPriority w:val="59"/>
    <w:rsid w:val="00890D2C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D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D2C"/>
    <w:rPr>
      <w:rFonts w:ascii="Lucida Grande" w:eastAsia="Cambria" w:hAnsi="Lucida Grande" w:cs="Lucida Grande"/>
      <w:sz w:val="18"/>
      <w:szCs w:val="18"/>
      <w:lang w:eastAsia="en-US"/>
    </w:rPr>
  </w:style>
  <w:style w:type="paragraph" w:customStyle="1" w:styleId="Question">
    <w:name w:val="Question"/>
    <w:basedOn w:val="Normal"/>
    <w:next w:val="Normal"/>
    <w:uiPriority w:val="99"/>
    <w:rsid w:val="005D017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Default">
    <w:name w:val="Default"/>
    <w:uiPriority w:val="99"/>
    <w:rsid w:val="005D01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lang w:eastAsia="en-US"/>
    </w:rPr>
  </w:style>
  <w:style w:type="paragraph" w:customStyle="1" w:styleId="Heading">
    <w:name w:val="Heading"/>
    <w:basedOn w:val="Default"/>
    <w:next w:val="Default"/>
    <w:uiPriority w:val="99"/>
    <w:rsid w:val="005D0175"/>
    <w:rPr>
      <w:rFonts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890D2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90D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D2C"/>
    <w:rPr>
      <w:rFonts w:ascii="Times New Roman" w:eastAsia="Cambria" w:hAnsi="Times New Roman" w:cs="Times New Roman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890D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90D2C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0D2C"/>
    <w:rPr>
      <w:rFonts w:ascii="Times New Roman" w:eastAsia="Cambria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D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D2C"/>
    <w:rPr>
      <w:rFonts w:ascii="Times New Roman" w:eastAsia="Cambria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674825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890D2C"/>
  </w:style>
  <w:style w:type="character" w:styleId="FollowedHyperlink">
    <w:name w:val="FollowedHyperlink"/>
    <w:basedOn w:val="DefaultParagraphFont"/>
    <w:uiPriority w:val="99"/>
    <w:semiHidden/>
    <w:unhideWhenUsed/>
    <w:rsid w:val="00890D2C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890D2C"/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90D2C"/>
    <w:rPr>
      <w:rFonts w:ascii="Courier New" w:eastAsia="Times New Roman" w:hAnsi="Courier New" w:cs="Times New Roman"/>
      <w:sz w:val="20"/>
      <w:szCs w:val="20"/>
      <w:lang w:eastAsia="en-US"/>
    </w:rPr>
  </w:style>
  <w:style w:type="paragraph" w:customStyle="1" w:styleId="PHETTitle">
    <w:name w:val="PHET Title"/>
    <w:basedOn w:val="Normal"/>
    <w:next w:val="Normal"/>
    <w:qFormat/>
    <w:rsid w:val="00890D2C"/>
    <w:rPr>
      <w:rFonts w:asciiTheme="majorHAnsi" w:hAnsiTheme="majorHAnsi" w:cs="Arial"/>
      <w:b/>
      <w:caps/>
      <w:sz w:val="32"/>
      <w:szCs w:val="32"/>
    </w:rPr>
  </w:style>
  <w:style w:type="paragraph" w:customStyle="1" w:styleId="PHETHeading">
    <w:name w:val="PHET Heading"/>
    <w:basedOn w:val="Normal"/>
    <w:qFormat/>
    <w:rsid w:val="00890D2C"/>
    <w:pPr>
      <w:ind w:left="450"/>
    </w:pPr>
    <w:rPr>
      <w:rFonts w:asciiTheme="majorHAnsi" w:hAnsiTheme="majorHAnsi" w:cs="Arial"/>
      <w:b/>
      <w:caps/>
      <w:sz w:val="28"/>
      <w:szCs w:val="28"/>
    </w:rPr>
  </w:style>
  <w:style w:type="paragraph" w:customStyle="1" w:styleId="PHETBulletBody">
    <w:name w:val="PHET Bullet Body"/>
    <w:basedOn w:val="Normal"/>
    <w:qFormat/>
    <w:rsid w:val="00890D2C"/>
    <w:pPr>
      <w:numPr>
        <w:numId w:val="21"/>
      </w:numPr>
      <w:ind w:left="450" w:hanging="425"/>
    </w:pPr>
    <w:rPr>
      <w:rFonts w:asciiTheme="minorHAnsi" w:hAnsiTheme="minorHAnsi" w:cs="Arial"/>
      <w:szCs w:val="24"/>
    </w:rPr>
  </w:style>
  <w:style w:type="paragraph" w:customStyle="1" w:styleId="PHETTableHeading">
    <w:name w:val="PHET Table Heading"/>
    <w:basedOn w:val="PlainText"/>
    <w:qFormat/>
    <w:rsid w:val="00890D2C"/>
    <w:pPr>
      <w:jc w:val="center"/>
    </w:pPr>
    <w:rPr>
      <w:rFonts w:asciiTheme="majorHAnsi" w:hAnsiTheme="majorHAnsi" w:cs="Arial"/>
      <w:b/>
      <w:noProof/>
      <w:sz w:val="24"/>
      <w:szCs w:val="24"/>
    </w:rPr>
  </w:style>
  <w:style w:type="paragraph" w:customStyle="1" w:styleId="PHETNumberBody">
    <w:name w:val="PHET Number Body"/>
    <w:basedOn w:val="ListParagraph"/>
    <w:qFormat/>
    <w:rsid w:val="00890D2C"/>
    <w:pPr>
      <w:numPr>
        <w:numId w:val="20"/>
      </w:numPr>
      <w:ind w:left="450"/>
    </w:pPr>
    <w:rPr>
      <w:rFonts w:asciiTheme="minorHAnsi" w:hAnsiTheme="minorHAnsi" w:cs="Arial"/>
      <w:szCs w:val="24"/>
    </w:rPr>
  </w:style>
  <w:style w:type="paragraph" w:customStyle="1" w:styleId="PHETTableTextBody">
    <w:name w:val="PHET Table Text Body"/>
    <w:basedOn w:val="PlainText"/>
    <w:qFormat/>
    <w:rsid w:val="00890D2C"/>
    <w:pPr>
      <w:jc w:val="center"/>
    </w:pPr>
    <w:rPr>
      <w:rFonts w:asciiTheme="minorHAnsi" w:hAnsiTheme="minorHAnsi" w:cs="Arial"/>
      <w:sz w:val="24"/>
      <w:szCs w:val="24"/>
    </w:rPr>
  </w:style>
  <w:style w:type="paragraph" w:customStyle="1" w:styleId="PHETTextBody">
    <w:name w:val="PHET Text Body"/>
    <w:basedOn w:val="PHETTableTextBody"/>
    <w:qFormat/>
    <w:rsid w:val="00890D2C"/>
    <w:pPr>
      <w:ind w:left="450"/>
      <w:jc w:val="left"/>
    </w:pPr>
  </w:style>
  <w:style w:type="paragraph" w:styleId="NoSpacing">
    <w:name w:val="No Spacing"/>
    <w:uiPriority w:val="1"/>
    <w:qFormat/>
    <w:rsid w:val="00890D2C"/>
    <w:pPr>
      <w:spacing w:after="0"/>
    </w:pPr>
    <w:rPr>
      <w:rFonts w:ascii="Times New Roman" w:eastAsia="Cambria" w:hAnsi="Times New Roman" w:cs="Times New Roman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890D2C"/>
    <w:rPr>
      <w:b/>
      <w:bCs/>
    </w:rPr>
  </w:style>
  <w:style w:type="paragraph" w:customStyle="1" w:styleId="PHETBody">
    <w:name w:val="PHET Body"/>
    <w:basedOn w:val="Normal"/>
    <w:qFormat/>
    <w:rsid w:val="00890D2C"/>
    <w:pPr>
      <w:tabs>
        <w:tab w:val="left" w:pos="450"/>
      </w:tabs>
      <w:ind w:left="360" w:hanging="360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et.colorado.edu/en/simulation/build-an-atom" TargetMode="External"/><Relationship Id="rId13" Type="http://schemas.openxmlformats.org/officeDocument/2006/relationships/image" Target="media/image5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lij_000\Documents\Phet\Reformatting\PHET%20Styles%20Template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481920-0B20-4377-AB02-805D541C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PHET Styles Template New</Template>
  <TotalTime>0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Moore</dc:creator>
  <cp:keywords/>
  <dc:description/>
  <cp:lastModifiedBy>Steve Burke</cp:lastModifiedBy>
  <cp:revision>2</cp:revision>
  <cp:lastPrinted>2013-09-04T14:24:00Z</cp:lastPrinted>
  <dcterms:created xsi:type="dcterms:W3CDTF">2014-11-05T23:44:00Z</dcterms:created>
  <dcterms:modified xsi:type="dcterms:W3CDTF">2014-11-05T23:44:00Z</dcterms:modified>
</cp:coreProperties>
</file>